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9E2FC5" w14:textId="2A93B1E6" w:rsidR="006F7269" w:rsidRPr="00D1728B" w:rsidRDefault="007929EF" w:rsidP="006F7269">
      <w:pPr>
        <w:rPr>
          <w:rFonts w:ascii="Univers Com 47 Light Cond" w:hAnsi="Univers Com 47 Light Cond"/>
          <w:sz w:val="24"/>
          <w:szCs w:val="24"/>
          <w:u w:val="single"/>
          <w:lang w:val="en-GB"/>
        </w:rPr>
      </w:pPr>
      <w:r w:rsidRPr="007929EF">
        <w:rPr>
          <w:rFonts w:ascii="Univers Com 47 Light Cond" w:hAnsi="Univers Com 47 Light Cond"/>
          <w:sz w:val="24"/>
          <w:szCs w:val="24"/>
          <w:u w:val="single"/>
          <w:lang w:val="en-GB"/>
        </w:rPr>
        <w:t>Maximum fire protection. Minimal effort. Safe, simple, fast.</w:t>
      </w:r>
      <w:r w:rsidR="00281D8E" w:rsidRPr="00D47B8B">
        <w:rPr>
          <w:rFonts w:ascii="DIN-Regular" w:hAnsi="DIN-Regular"/>
          <w:noProof/>
          <w:sz w:val="24"/>
          <w:szCs w:val="24"/>
        </w:rPr>
        <mc:AlternateContent>
          <mc:Choice Requires="wps">
            <w:drawing>
              <wp:anchor distT="0" distB="0" distL="114300" distR="114300" simplePos="0" relativeHeight="251661312" behindDoc="0" locked="0" layoutInCell="1" allowOverlap="1" wp14:anchorId="114117F0" wp14:editId="7A439595">
                <wp:simplePos x="0" y="0"/>
                <wp:positionH relativeFrom="page">
                  <wp:posOffset>882650</wp:posOffset>
                </wp:positionH>
                <wp:positionV relativeFrom="page">
                  <wp:posOffset>1792605</wp:posOffset>
                </wp:positionV>
                <wp:extent cx="1760220" cy="197485"/>
                <wp:effectExtent l="0" t="0" r="11430" b="12065"/>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0220" cy="197485"/>
                        </a:xfrm>
                        <a:prstGeom prst="rect">
                          <a:avLst/>
                        </a:prstGeom>
                        <a:noFill/>
                        <a:ln w="9525">
                          <a:noFill/>
                          <a:miter lim="800000"/>
                          <a:headEnd/>
                          <a:tailEnd/>
                        </a:ln>
                      </wps:spPr>
                      <wps:txbx>
                        <w:txbxContent>
                          <w:p w14:paraId="34F1C194" w14:textId="5E7DE93A" w:rsidR="005328A6" w:rsidRPr="000939CB" w:rsidRDefault="005328A6" w:rsidP="00245BAF">
                            <w:pPr>
                              <w:pStyle w:val="DallmerOrtsfeld8115"/>
                            </w:pPr>
                            <w:r>
                              <w:t xml:space="preserve">       Arnsberg, </w:t>
                            </w:r>
                            <w:r w:rsidR="009B2D7B">
                              <w:t>March</w:t>
                            </w:r>
                            <w:bookmarkStart w:id="0" w:name="_GoBack"/>
                            <w:bookmarkEnd w:id="0"/>
                            <w:r w:rsidR="00637F85">
                              <w:t xml:space="preserve"> 2025</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14117F0" id="_x0000_t202" coordsize="21600,21600" o:spt="202" path="m,l,21600r21600,l21600,xe">
                <v:stroke joinstyle="miter"/>
                <v:path gradientshapeok="t" o:connecttype="rect"/>
              </v:shapetype>
              <v:shape id="Textfeld 2" o:spid="_x0000_s1026" type="#_x0000_t202" style="position:absolute;margin-left:69.5pt;margin-top:141.15pt;width:138.6pt;height:15.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" filled="f" stroked="f">
                <v:textbox inset="0,0,0,0">
                  <w:txbxContent>
                    <w:p w14:paraId="34F1C194" w14:textId="5E7DE93A" w:rsidR="005328A6" w:rsidRPr="000939CB" w:rsidRDefault="005328A6" w:rsidP="00245BAF">
                      <w:pPr>
                        <w:pStyle w:val="DallmerOrtsfeld8115"/>
                      </w:pPr>
                      <w:r>
                        <w:t xml:space="preserve">       Arnsberg, </w:t>
                      </w:r>
                      <w:r w:rsidR="009B2D7B">
                        <w:t>March</w:t>
                      </w:r>
                      <w:bookmarkStart w:id="1" w:name="_GoBack"/>
                      <w:bookmarkEnd w:id="1"/>
                      <w:r w:rsidR="00637F85">
                        <w:t xml:space="preserve"> 2025</w:t>
                      </w:r>
                    </w:p>
                  </w:txbxContent>
                </v:textbox>
                <w10:wrap anchorx="page" anchory="page"/>
              </v:shape>
            </w:pict>
          </mc:Fallback>
        </mc:AlternateContent>
      </w:r>
      <w:r w:rsidR="00113A99" w:rsidRPr="00D47B8B">
        <w:rPr>
          <w:rFonts w:ascii="Univers Com 47 Light Cond" w:hAnsi="Univers Com 47 Light Cond"/>
          <w:noProof/>
          <w:sz w:val="24"/>
          <w:szCs w:val="24"/>
          <w:u w:val="single"/>
        </w:rPr>
        <mc:AlternateContent>
          <mc:Choice Requires="wps">
            <w:drawing>
              <wp:anchor distT="0" distB="0" distL="114300" distR="114300" simplePos="0" relativeHeight="251659264" behindDoc="1" locked="1" layoutInCell="0" allowOverlap="1" wp14:anchorId="7BF77075" wp14:editId="5EA2242D">
                <wp:simplePos x="0" y="0"/>
                <wp:positionH relativeFrom="page">
                  <wp:posOffset>2905125</wp:posOffset>
                </wp:positionH>
                <wp:positionV relativeFrom="page">
                  <wp:posOffset>1276350</wp:posOffset>
                </wp:positionV>
                <wp:extent cx="1876425" cy="295275"/>
                <wp:effectExtent l="0" t="0" r="9525" b="9525"/>
                <wp:wrapNone/>
                <wp:docPr id="7"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9527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49CF259" w14:textId="77777777" w:rsidR="005328A6" w:rsidRPr="003E595F" w:rsidRDefault="005328A6" w:rsidP="004B56DB">
                            <w:pPr>
                              <w:spacing w:after="20"/>
                              <w:rPr>
                                <w:rFonts w:ascii="Univers Com 47 Light Cond" w:hAnsi="Univers Com 47 Light Cond"/>
                                <w:sz w:val="28"/>
                                <w:szCs w:val="28"/>
                              </w:rPr>
                            </w:pPr>
                            <w:r w:rsidRPr="003E595F">
                              <w:rPr>
                                <w:rFonts w:ascii="Univers Com 47 Light Cond" w:hAnsi="Univers Com 47 Light Cond"/>
                                <w:sz w:val="28"/>
                                <w:szCs w:val="28"/>
                              </w:rPr>
                              <w:t>Press release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mo="http://schemas.microsoft.com/office/mac/office/2008/main" xmlns:mv="urn:schemas-microsoft-com:mac:vml" xmlns:a14="http://schemas.microsoft.com/office/drawing/2010/main">
            <w:pict>
              <v:shape id="Textfeld 4" style="position:absolute;margin-left:228.75pt;margin-top:100.5pt;width:147.75pt;height:23.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7"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" w14:anchorId="7BF77075">
                <v:textbox inset="0,0,0,0">
                  <w:txbxContent>
                    <w:p w:rsidRPr="003E595F" w:rsidR="005328A6" w:rsidP="004B56DB" w:rsidRDefault="005328A6" w14:paraId="349CF259" w14:textId="77777777">
                      <w:pPr>
                        <w:spacing w:after="20"/>
                        <w:rPr>
                          <w:rFonts w:ascii="Univers Com 47 Light Cond" w:hAnsi="Univers Com 47 Light Cond"/>
                          <w:sz w:val="28"/>
                          <w:szCs w:val="28"/>
                        </w:rPr>
                      </w:pPr>
                      <w:r w:rsidRPr="003E595F">
                        <w:rPr>
                          <w:rFonts w:ascii="Univers Com 47 Light Cond" w:hAnsi="Univers Com 47 Light Cond"/>
                          <w:sz w:val="28"/>
                          <w:szCs w:val="28"/>
                        </w:rPr>
                        <w:t xml:space="preserve">Press release</w:t>
                      </w:r>
                    </w:p>
                  </w:txbxContent>
                </v:textbox>
                <w10:wrap anchorx="page" anchory="page"/>
                <w10:anchorlock/>
              </v:shape>
            </w:pict>
          </mc:Fallback>
        </mc:AlternateContent>
      </w:r>
    </w:p>
    <w:p w14:paraId="310D79C1" w14:textId="7F1C9E8A" w:rsidR="00CF4898" w:rsidRDefault="00CF4898" w:rsidP="00931527">
      <w:pPr>
        <w:autoSpaceDE w:val="0"/>
        <w:autoSpaceDN w:val="0"/>
        <w:adjustRightInd w:val="0"/>
        <w:rPr>
          <w:rFonts w:ascii="Univers Com 47 Light Cond" w:hAnsi="Univers Com 47 Light Cond"/>
          <w:sz w:val="22"/>
          <w:szCs w:val="22"/>
          <w:lang w:val="en-GB"/>
        </w:rPr>
      </w:pPr>
    </w:p>
    <w:p w14:paraId="66BF658B" w14:textId="389646B3" w:rsidR="007929EF" w:rsidRPr="007929EF" w:rsidRDefault="007929EF" w:rsidP="007929EF">
      <w:pPr>
        <w:autoSpaceDE w:val="0"/>
        <w:autoSpaceDN w:val="0"/>
        <w:adjustRightInd w:val="0"/>
        <w:rPr>
          <w:rFonts w:ascii="Univers Com 47 Light Cond" w:hAnsi="Univers Com 47 Light Cond"/>
          <w:sz w:val="22"/>
          <w:szCs w:val="22"/>
          <w:lang w:val="en-GB"/>
        </w:rPr>
      </w:pPr>
      <w:r w:rsidRPr="007929EF">
        <w:rPr>
          <w:rFonts w:ascii="Univers Com 47 Light Cond" w:hAnsi="Univers Com 47 Light Cond"/>
          <w:sz w:val="22"/>
          <w:szCs w:val="22"/>
          <w:lang w:val="en-GB"/>
        </w:rPr>
        <w:t xml:space="preserve">If a fire breaks out, flames, smoke and heat can spread very quickly via the wastewater pipes and set fire to other floors of a building. That’s why there are specific requirements relating to fire protection in public buildings and residential complexes. The solution for the best possible fire protection in the drainage area is provided by the new </w:t>
      </w:r>
      <w:proofErr w:type="spellStart"/>
      <w:r w:rsidRPr="007929EF">
        <w:rPr>
          <w:rFonts w:ascii="Univers Com 47 Light Cond" w:hAnsi="Univers Com 47 Light Cond"/>
          <w:sz w:val="22"/>
          <w:szCs w:val="22"/>
          <w:lang w:val="en-GB"/>
        </w:rPr>
        <w:t>Dallmer</w:t>
      </w:r>
      <w:proofErr w:type="spellEnd"/>
      <w:r w:rsidRPr="007929EF">
        <w:rPr>
          <w:rFonts w:ascii="Univers Com 47 Light Cond" w:hAnsi="Univers Com 47 Light Cond"/>
          <w:sz w:val="22"/>
          <w:szCs w:val="22"/>
          <w:lang w:val="en-GB"/>
        </w:rPr>
        <w:t xml:space="preserve"> fire protection elements for vertical drain bodies. They meet all the necessary requirements and fire resistance classes.</w:t>
      </w:r>
    </w:p>
    <w:p w14:paraId="57A76EB2" w14:textId="77777777" w:rsidR="007929EF" w:rsidRPr="007929EF" w:rsidRDefault="007929EF" w:rsidP="007929EF">
      <w:pPr>
        <w:autoSpaceDE w:val="0"/>
        <w:autoSpaceDN w:val="0"/>
        <w:adjustRightInd w:val="0"/>
        <w:rPr>
          <w:rFonts w:ascii="Univers Com 47 Light Cond" w:hAnsi="Univers Com 47 Light Cond"/>
          <w:sz w:val="22"/>
          <w:szCs w:val="22"/>
          <w:lang w:val="en-GB"/>
        </w:rPr>
      </w:pPr>
    </w:p>
    <w:p w14:paraId="4D4E7D67" w14:textId="77777777" w:rsidR="007929EF" w:rsidRPr="007929EF" w:rsidRDefault="007929EF" w:rsidP="007929EF">
      <w:pPr>
        <w:autoSpaceDE w:val="0"/>
        <w:autoSpaceDN w:val="0"/>
        <w:adjustRightInd w:val="0"/>
        <w:rPr>
          <w:rFonts w:ascii="Univers Com 47 Light Cond" w:hAnsi="Univers Com 47 Light Cond"/>
          <w:sz w:val="22"/>
          <w:szCs w:val="22"/>
          <w:lang w:val="en-GB"/>
        </w:rPr>
      </w:pPr>
      <w:r w:rsidRPr="007929EF">
        <w:rPr>
          <w:rFonts w:ascii="Univers Com 47 Light Cond" w:hAnsi="Univers Com 47 Light Cond"/>
          <w:sz w:val="22"/>
          <w:szCs w:val="22"/>
          <w:lang w:val="en-GB"/>
        </w:rPr>
        <w:t xml:space="preserve">One major advantage is that they come ready to install, which means that additional materials like mortar and sealing tape are not needed. Instead, they come equipped with a practical clamping device: it activates the clamp securely and firmly anchors within the core bore. This makes installation safer, simpler and faster than ever. </w:t>
      </w:r>
      <w:proofErr w:type="gramStart"/>
      <w:r w:rsidRPr="007929EF">
        <w:rPr>
          <w:rFonts w:ascii="Univers Com 47 Light Cond" w:hAnsi="Univers Com 47 Light Cond"/>
          <w:sz w:val="22"/>
          <w:szCs w:val="22"/>
          <w:lang w:val="en-GB"/>
        </w:rPr>
        <w:t>Plus</w:t>
      </w:r>
      <w:proofErr w:type="gramEnd"/>
      <w:r w:rsidRPr="007929EF">
        <w:rPr>
          <w:rFonts w:ascii="Univers Com 47 Light Cond" w:hAnsi="Univers Com 47 Light Cond"/>
          <w:sz w:val="22"/>
          <w:szCs w:val="22"/>
          <w:lang w:val="en-GB"/>
        </w:rPr>
        <w:t xml:space="preserve"> points of the new fire protection elements are their small core boring holes with diameters of 120 + 4 and 170 + 4 mm. This reduces costs and offers advantages in terms of building statics.</w:t>
      </w:r>
    </w:p>
    <w:p w14:paraId="572DB0FB" w14:textId="77777777" w:rsidR="007929EF" w:rsidRPr="007929EF" w:rsidRDefault="007929EF" w:rsidP="007929EF">
      <w:pPr>
        <w:autoSpaceDE w:val="0"/>
        <w:autoSpaceDN w:val="0"/>
        <w:adjustRightInd w:val="0"/>
        <w:rPr>
          <w:rFonts w:ascii="Univers Com 47 Light Cond" w:hAnsi="Univers Com 47 Light Cond"/>
          <w:sz w:val="22"/>
          <w:szCs w:val="22"/>
          <w:lang w:val="en-GB"/>
        </w:rPr>
      </w:pPr>
    </w:p>
    <w:p w14:paraId="0EEB81DA" w14:textId="77777777" w:rsidR="007929EF" w:rsidRPr="007929EF" w:rsidRDefault="007929EF" w:rsidP="007929EF">
      <w:pPr>
        <w:autoSpaceDE w:val="0"/>
        <w:autoSpaceDN w:val="0"/>
        <w:adjustRightInd w:val="0"/>
        <w:rPr>
          <w:rFonts w:ascii="Univers Com 47 Light Cond" w:hAnsi="Univers Com 47 Light Cond"/>
          <w:sz w:val="22"/>
          <w:szCs w:val="22"/>
          <w:lang w:val="en-GB"/>
        </w:rPr>
      </w:pPr>
      <w:r w:rsidRPr="007929EF">
        <w:rPr>
          <w:rFonts w:ascii="Univers Com 47 Light Cond" w:hAnsi="Univers Com 47 Light Cond"/>
          <w:sz w:val="22"/>
          <w:szCs w:val="22"/>
          <w:lang w:val="en-GB"/>
        </w:rPr>
        <w:t xml:space="preserve">Another plus: the fire protection elements in our </w:t>
      </w:r>
      <w:proofErr w:type="spellStart"/>
      <w:r w:rsidRPr="007929EF">
        <w:rPr>
          <w:rFonts w:ascii="Univers Com 47 Light Cond" w:hAnsi="Univers Com 47 Light Cond"/>
          <w:sz w:val="22"/>
          <w:szCs w:val="22"/>
          <w:lang w:val="en-GB"/>
        </w:rPr>
        <w:t>DallDrain</w:t>
      </w:r>
      <w:proofErr w:type="spellEnd"/>
      <w:r w:rsidRPr="007929EF">
        <w:rPr>
          <w:rFonts w:ascii="Univers Com 47 Light Cond" w:hAnsi="Univers Com 47 Light Cond"/>
          <w:sz w:val="22"/>
          <w:szCs w:val="22"/>
          <w:lang w:val="en-GB"/>
        </w:rPr>
        <w:t xml:space="preserve"> and </w:t>
      </w:r>
      <w:proofErr w:type="spellStart"/>
      <w:r w:rsidRPr="007929EF">
        <w:rPr>
          <w:rFonts w:ascii="Univers Com 47 Light Cond" w:hAnsi="Univers Com 47 Light Cond"/>
          <w:sz w:val="22"/>
          <w:szCs w:val="22"/>
          <w:lang w:val="en-GB"/>
        </w:rPr>
        <w:t>DallFlex</w:t>
      </w:r>
      <w:proofErr w:type="spellEnd"/>
      <w:r w:rsidRPr="007929EF">
        <w:rPr>
          <w:rFonts w:ascii="Univers Com 47 Light Cond" w:hAnsi="Univers Com 47 Light Cond"/>
          <w:sz w:val="22"/>
          <w:szCs w:val="22"/>
          <w:lang w:val="en-GB"/>
        </w:rPr>
        <w:t xml:space="preserve"> drainage systems are pipe-independent. That means non-combustible wastewater pipes such as those made of cast iron can be connected in the same way as pipes made of combustible materials such as plastic.</w:t>
      </w:r>
    </w:p>
    <w:p w14:paraId="7BE1348D" w14:textId="77777777" w:rsidR="007929EF" w:rsidRPr="007929EF" w:rsidRDefault="007929EF" w:rsidP="007929EF">
      <w:pPr>
        <w:autoSpaceDE w:val="0"/>
        <w:autoSpaceDN w:val="0"/>
        <w:adjustRightInd w:val="0"/>
        <w:rPr>
          <w:rFonts w:ascii="Univers Com 47 Light Cond" w:hAnsi="Univers Com 47 Light Cond"/>
          <w:sz w:val="22"/>
          <w:szCs w:val="22"/>
          <w:lang w:val="en-GB"/>
        </w:rPr>
      </w:pPr>
    </w:p>
    <w:p w14:paraId="57ED1762" w14:textId="2F9724BD" w:rsidR="007929EF" w:rsidRPr="007929EF" w:rsidRDefault="007929EF" w:rsidP="007929EF">
      <w:pPr>
        <w:autoSpaceDE w:val="0"/>
        <w:autoSpaceDN w:val="0"/>
        <w:adjustRightInd w:val="0"/>
        <w:rPr>
          <w:rFonts w:ascii="Univers Com 47 Light Cond" w:hAnsi="Univers Com 47 Light Cond"/>
          <w:sz w:val="22"/>
          <w:szCs w:val="22"/>
          <w:u w:val="single"/>
          <w:lang w:val="en-GB"/>
        </w:rPr>
      </w:pPr>
      <w:r w:rsidRPr="007929EF">
        <w:rPr>
          <w:rFonts w:ascii="Univers Com 47 Light Cond" w:hAnsi="Univers Com 47 Light Cond"/>
          <w:sz w:val="22"/>
          <w:szCs w:val="22"/>
          <w:u w:val="single"/>
          <w:lang w:val="en-GB"/>
        </w:rPr>
        <w:t>Stops the spread of toxic fumes and flames</w:t>
      </w:r>
    </w:p>
    <w:p w14:paraId="3DA6E291" w14:textId="77777777" w:rsidR="007929EF" w:rsidRPr="007929EF" w:rsidRDefault="007929EF" w:rsidP="007929EF">
      <w:pPr>
        <w:autoSpaceDE w:val="0"/>
        <w:autoSpaceDN w:val="0"/>
        <w:adjustRightInd w:val="0"/>
        <w:rPr>
          <w:rFonts w:ascii="Univers Com 47 Light Cond" w:hAnsi="Univers Com 47 Light Cond"/>
          <w:sz w:val="22"/>
          <w:szCs w:val="22"/>
          <w:lang w:val="en-GB"/>
        </w:rPr>
      </w:pPr>
      <w:r w:rsidRPr="007929EF">
        <w:rPr>
          <w:rFonts w:ascii="Univers Com 47 Light Cond" w:hAnsi="Univers Com 47 Light Cond"/>
          <w:sz w:val="22"/>
          <w:szCs w:val="22"/>
          <w:lang w:val="en-GB"/>
        </w:rPr>
        <w:t>A lip seal is permanently attached to the fire protection element at the factory, which reliably prevents toxic smoke gases from spreading upwards. In the event of fire, the integrated swelling material insert closes the ceiling penetration, drainage pipes and plastic floor drains quickly, safely and reliably when exposed to heat. Neither flames nor smoke and heat can spread. The floors above are sealed off against the spread of fire.</w:t>
      </w:r>
    </w:p>
    <w:p w14:paraId="464EB7F5" w14:textId="77777777" w:rsidR="007929EF" w:rsidRPr="007929EF" w:rsidRDefault="007929EF" w:rsidP="007929EF">
      <w:pPr>
        <w:autoSpaceDE w:val="0"/>
        <w:autoSpaceDN w:val="0"/>
        <w:adjustRightInd w:val="0"/>
        <w:rPr>
          <w:rFonts w:ascii="Univers Com 47 Light Cond" w:hAnsi="Univers Com 47 Light Cond"/>
          <w:sz w:val="22"/>
          <w:szCs w:val="22"/>
          <w:lang w:val="en-GB"/>
        </w:rPr>
      </w:pPr>
    </w:p>
    <w:p w14:paraId="07FB1A1C" w14:textId="54F3FF54" w:rsidR="007929EF" w:rsidRPr="00D1728B" w:rsidRDefault="007929EF" w:rsidP="007929EF">
      <w:pPr>
        <w:autoSpaceDE w:val="0"/>
        <w:autoSpaceDN w:val="0"/>
        <w:adjustRightInd w:val="0"/>
        <w:rPr>
          <w:rFonts w:ascii="Univers Com 47 Light Cond" w:hAnsi="Univers Com 47 Light Cond"/>
          <w:sz w:val="22"/>
          <w:szCs w:val="22"/>
          <w:lang w:val="en-GB"/>
        </w:rPr>
      </w:pPr>
      <w:r w:rsidRPr="007929EF">
        <w:rPr>
          <w:rFonts w:ascii="Univers Com 47 Light Cond" w:hAnsi="Univers Com 47 Light Cond"/>
          <w:sz w:val="22"/>
          <w:szCs w:val="22"/>
          <w:lang w:val="en-GB"/>
        </w:rPr>
        <w:t xml:space="preserve">The product range is clear and easy to understand as the selection of the new </w:t>
      </w:r>
      <w:proofErr w:type="spellStart"/>
      <w:r w:rsidRPr="007929EF">
        <w:rPr>
          <w:rFonts w:ascii="Univers Com 47 Light Cond" w:hAnsi="Univers Com 47 Light Cond"/>
          <w:sz w:val="22"/>
          <w:szCs w:val="22"/>
          <w:lang w:val="en-GB"/>
        </w:rPr>
        <w:t>Dallmer</w:t>
      </w:r>
      <w:proofErr w:type="spellEnd"/>
      <w:r w:rsidRPr="007929EF">
        <w:rPr>
          <w:rFonts w:ascii="Univers Com 47 Light Cond" w:hAnsi="Univers Com 47 Light Cond"/>
          <w:sz w:val="22"/>
          <w:szCs w:val="22"/>
          <w:lang w:val="en-GB"/>
        </w:rPr>
        <w:t xml:space="preserve"> fire protection elements is based on the nominal diameter of the floor drains. This makes it easier to select fire protection elements.</w:t>
      </w:r>
    </w:p>
    <w:p w14:paraId="0238C7CB" w14:textId="77777777" w:rsidR="00F11E3E" w:rsidRPr="00D1728B" w:rsidRDefault="00F11E3E" w:rsidP="00F11E3E">
      <w:pPr>
        <w:autoSpaceDE w:val="0"/>
        <w:autoSpaceDN w:val="0"/>
        <w:adjustRightInd w:val="0"/>
        <w:rPr>
          <w:rFonts w:ascii="Univers Com 47 Light Cond" w:hAnsi="Univers Com 47 Light Cond"/>
          <w:sz w:val="22"/>
          <w:szCs w:val="22"/>
          <w:lang w:val="en-GB"/>
        </w:rPr>
      </w:pPr>
    </w:p>
    <w:p w14:paraId="2127EFB8" w14:textId="2779AEEF" w:rsidR="00F11E3E" w:rsidRPr="00D1728B" w:rsidRDefault="00F11E3E" w:rsidP="00F11E3E">
      <w:pPr>
        <w:autoSpaceDE w:val="0"/>
        <w:autoSpaceDN w:val="0"/>
        <w:adjustRightInd w:val="0"/>
        <w:rPr>
          <w:rFonts w:ascii="Univers Com 47 Light Cond" w:hAnsi="Univers Com 47 Light Cond"/>
          <w:sz w:val="22"/>
          <w:szCs w:val="22"/>
          <w:lang w:val="en-GB"/>
        </w:rPr>
      </w:pPr>
      <w:r w:rsidRPr="00D1728B">
        <w:rPr>
          <w:rFonts w:ascii="Univers Com 47 Light Cond" w:hAnsi="Univers Com 47 Light Cond"/>
          <w:sz w:val="22"/>
          <w:szCs w:val="22"/>
          <w:lang w:val="en-GB"/>
        </w:rPr>
        <w:t>Further information:</w:t>
      </w:r>
    </w:p>
    <w:p w14:paraId="121E1D70" w14:textId="07BBB696" w:rsidR="00101A87" w:rsidRPr="00D1728B" w:rsidRDefault="00F11E3E" w:rsidP="00F11E3E">
      <w:pPr>
        <w:autoSpaceDE w:val="0"/>
        <w:autoSpaceDN w:val="0"/>
        <w:adjustRightInd w:val="0"/>
        <w:rPr>
          <w:rFonts w:ascii="Univers Com 47 Light Cond" w:hAnsi="Univers Com 47 Light Cond"/>
          <w:sz w:val="22"/>
          <w:szCs w:val="22"/>
          <w:lang w:val="en-GB"/>
        </w:rPr>
      </w:pPr>
      <w:r w:rsidRPr="00D1728B">
        <w:rPr>
          <w:rFonts w:ascii="Univers Com 47 Light Cond" w:hAnsi="Univers Com 47 Light Cond"/>
          <w:sz w:val="22"/>
          <w:szCs w:val="22"/>
          <w:lang w:val="en-GB"/>
        </w:rPr>
        <w:t>dallmer.</w:t>
      </w:r>
      <w:r w:rsidR="00D1728B">
        <w:rPr>
          <w:rFonts w:ascii="Univers Com 47 Light Cond" w:hAnsi="Univers Com 47 Light Cond"/>
          <w:sz w:val="22"/>
          <w:szCs w:val="22"/>
          <w:lang w:val="en-GB"/>
        </w:rPr>
        <w:t>com</w:t>
      </w:r>
    </w:p>
    <w:sectPr w:rsidR="00101A87" w:rsidRPr="00D1728B" w:rsidSect="00281D8E">
      <w:headerReference w:type="default" r:id="rId8"/>
      <w:footerReference w:type="default" r:id="rId9"/>
      <w:headerReference w:type="first" r:id="rId10"/>
      <w:footerReference w:type="first" r:id="rId11"/>
      <w:type w:val="continuous"/>
      <w:pgSz w:w="11906" w:h="16838" w:code="9"/>
      <w:pgMar w:top="2835" w:right="1588" w:bottom="1134" w:left="4593"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5631AF" w14:textId="77777777" w:rsidR="00A239D6" w:rsidRDefault="00A239D6">
      <w:r>
        <w:separator/>
      </w:r>
    </w:p>
  </w:endnote>
  <w:endnote w:type="continuationSeparator" w:id="0">
    <w:p w14:paraId="21BBB094" w14:textId="77777777" w:rsidR="00A239D6" w:rsidRDefault="00A239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Com 47 Light Cond">
    <w:panose1 w:val="020B0306020502040204"/>
    <w:charset w:val="00"/>
    <w:family w:val="swiss"/>
    <w:pitch w:val="variable"/>
    <w:sig w:usb0="800000AF" w:usb1="5000204A" w:usb2="00000000" w:usb3="00000000" w:csb0="0000009B" w:csb1="00000000"/>
  </w:font>
  <w:font w:name="Univers 47 CondensedLight">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OfficinaSans">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Univers LT Std 47 Light Condens">
    <w:altName w:val="Calibri"/>
    <w:panose1 w:val="00000000000000000000"/>
    <w:charset w:val="00"/>
    <w:family w:val="swiss"/>
    <w:notTrueType/>
    <w:pitch w:val="variable"/>
    <w:sig w:usb0="800000AF" w:usb1="4000204A" w:usb2="00000000" w:usb3="00000000" w:csb0="00000001" w:csb1="00000000"/>
  </w:font>
  <w:font w:name="DIN-Regular">
    <w:altName w:val="Calibri"/>
    <w:panose1 w:val="02000503030000020003"/>
    <w:charset w:val="00"/>
    <w:family w:val="auto"/>
    <w:pitch w:val="variable"/>
    <w:sig w:usb0="8000002F" w:usb1="40000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784759" w14:textId="77777777" w:rsidR="005328A6" w:rsidRDefault="005328A6" w:rsidP="0098131E">
    <w:pPr>
      <w:pStyle w:val="Formatvorlage3"/>
      <w:ind w:left="-2835"/>
      <w:jc w:val="both"/>
    </w:pPr>
  </w:p>
  <w:p w14:paraId="6455E01F" w14:textId="77777777" w:rsidR="005328A6" w:rsidRPr="00D1728B" w:rsidRDefault="007B1190" w:rsidP="0098131E">
    <w:pPr>
      <w:pStyle w:val="Formatvorlage3"/>
      <w:ind w:left="-2835"/>
      <w:jc w:val="both"/>
      <w:rPr>
        <w:lang w:val="en-GB"/>
      </w:rPr>
    </w:pPr>
    <w:r w:rsidRPr="00D1728B">
      <w:rPr>
        <w:lang w:val="en-GB"/>
      </w:rPr>
      <w:t>Dallmer has specialised in drainage systems since 1913 and the family business is now in its fourth generation. Founded over 100 years ago as an engraving workshop in Arnsberg, Dallmer has developed from a craftsman's business into a premium architectural brand for building drainage. The high-quality product portfolio includes drainage systems such as shower channels, floor drains, shower tray drains and traps, fire and sound insulation systems as well as yard, basement, roof, car park and balcony drains. The family company's credo is: maximum functionality, top material quality and excellent design.</w:t>
    </w:r>
  </w:p>
  <w:p w14:paraId="4D83E758" w14:textId="77777777" w:rsidR="005328A6" w:rsidRPr="00D1728B" w:rsidRDefault="005328A6" w:rsidP="0098131E">
    <w:pPr>
      <w:pStyle w:val="Fuzeile"/>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1D7384" w14:textId="77777777" w:rsidR="005328A6" w:rsidRDefault="005328A6" w:rsidP="004851CC">
    <w:pPr>
      <w:pStyle w:val="Formatvorlage3"/>
      <w:ind w:left="-2835"/>
      <w:jc w:val="both"/>
    </w:pPr>
  </w:p>
  <w:p w14:paraId="51E557C8" w14:textId="77777777" w:rsidR="005328A6" w:rsidRDefault="005328A6" w:rsidP="004851CC">
    <w:pPr>
      <w:pStyle w:val="Formatvorlage3"/>
      <w:ind w:left="-2835"/>
      <w:jc w:val="both"/>
    </w:pPr>
  </w:p>
  <w:p w14:paraId="666582C6" w14:textId="77777777" w:rsidR="005328A6" w:rsidRPr="00D1728B" w:rsidRDefault="005328A6" w:rsidP="00365129">
    <w:pPr>
      <w:pStyle w:val="Formatvorlage3"/>
      <w:ind w:left="-2835"/>
      <w:jc w:val="both"/>
      <w:rPr>
        <w:lang w:val="en-GB"/>
      </w:rPr>
    </w:pPr>
    <w:bookmarkStart w:id="2" w:name="_Hlk158128503"/>
    <w:r w:rsidRPr="00D1728B">
      <w:rPr>
        <w:lang w:val="en-GB"/>
      </w:rPr>
      <w:t xml:space="preserve">Dallmer has specialised in drainage systems since 1913 and the family business is now in its fourth generation. Founded over 100 years ago as an engraving workshop in Arnsberg, Dallmer has developed from a craftsman's business into a premium architectural brand for building drainage. </w:t>
    </w:r>
    <w:r w:rsidR="009C4C06" w:rsidRPr="00D1728B">
      <w:rPr>
        <w:lang w:val="en-GB"/>
      </w:rPr>
      <w:t xml:space="preserve">The high-quality product portfolio includes drainage systems such as shower channels, floor drains, shower tray drains and traps, fire and sound insulation systems as well as yard, basement, roof, car park and balcony drains. </w:t>
    </w:r>
    <w:r w:rsidRPr="00D1728B">
      <w:rPr>
        <w:lang w:val="en-GB"/>
      </w:rPr>
      <w:t>The family company's credo is: maximum functionality, top material quality and excellent design.</w:t>
    </w:r>
  </w:p>
  <w:bookmarkEnd w:id="2"/>
  <w:p w14:paraId="5F56CE14" w14:textId="77777777" w:rsidR="005328A6" w:rsidRPr="00D1728B" w:rsidRDefault="005328A6" w:rsidP="00FF1E88">
    <w:pPr>
      <w:pStyle w:val="Fuzeil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935A85" w14:textId="77777777" w:rsidR="00A239D6" w:rsidRDefault="00A239D6">
      <w:r>
        <w:separator/>
      </w:r>
    </w:p>
  </w:footnote>
  <w:footnote w:type="continuationSeparator" w:id="0">
    <w:p w14:paraId="64E751BD" w14:textId="77777777" w:rsidR="00A239D6" w:rsidRDefault="00A239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4EE91C" w14:textId="77777777" w:rsidR="005328A6" w:rsidRDefault="005328A6">
    <w:pPr>
      <w:pStyle w:val="Kopfzeile"/>
    </w:pPr>
    <w:r w:rsidRPr="00B14D73">
      <w:rPr>
        <w:noProof/>
      </w:rPr>
      <mc:AlternateContent>
        <mc:Choice Requires="wps">
          <w:drawing>
            <wp:anchor distT="0" distB="0" distL="114300" distR="114300" simplePos="0" relativeHeight="251666432" behindDoc="0" locked="0" layoutInCell="1" allowOverlap="1" wp14:anchorId="39FFB92D" wp14:editId="226FD116">
              <wp:simplePos x="0" y="0"/>
              <wp:positionH relativeFrom="page">
                <wp:posOffset>859155</wp:posOffset>
              </wp:positionH>
              <wp:positionV relativeFrom="page">
                <wp:posOffset>4772025</wp:posOffset>
              </wp:positionV>
              <wp:extent cx="1332000" cy="4219200"/>
              <wp:effectExtent l="0" t="0" r="1905" b="1016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14:paraId="373117D8" w14:textId="77777777" w:rsidR="005328A6" w:rsidRPr="009C4C06" w:rsidRDefault="005328A6" w:rsidP="00723E32">
                          <w:pPr>
                            <w:pStyle w:val="DallmerOrtsfeld8115"/>
                            <w:rPr>
                              <w:lang w:val="en-GB"/>
                            </w:rPr>
                          </w:pPr>
                          <w:r w:rsidRPr="009C4C06">
                            <w:rPr>
                              <w:noProof/>
                              <w:lang w:val="en-GB"/>
                            </w:rPr>
                            <w:t xml:space="preserve">        </w:t>
                          </w:r>
                          <w:r w:rsidR="0028462F" w:rsidRPr="009C4C06">
                            <w:rPr>
                              <w:noProof/>
                              <w:lang w:val="en-GB"/>
                            </w:rPr>
                            <w:t>Sylvia Bösch</w:t>
                          </w:r>
                        </w:p>
                        <w:p w14:paraId="716C8FC9" w14:textId="77777777" w:rsidR="005328A6" w:rsidRPr="009C4C06" w:rsidRDefault="005328A6" w:rsidP="00723E32">
                          <w:pPr>
                            <w:pStyle w:val="DallmerOrtsfeld8115"/>
                            <w:rPr>
                              <w:lang w:val="en-GB"/>
                            </w:rPr>
                          </w:pPr>
                          <w:r w:rsidRPr="009C4C06">
                            <w:rPr>
                              <w:noProof/>
                              <w:lang w:val="en-GB"/>
                            </w:rPr>
                            <w:t xml:space="preserve">        PR </w:t>
                          </w:r>
                          <w:r w:rsidR="00DD07B8" w:rsidRPr="009C4C06">
                            <w:rPr>
                              <w:noProof/>
                              <w:lang w:val="en-GB"/>
                            </w:rPr>
                            <w:t>&amp; Social Media</w:t>
                          </w:r>
                        </w:p>
                        <w:p w14:paraId="6CD4F572" w14:textId="77777777" w:rsidR="005328A6" w:rsidRPr="009C4C06" w:rsidRDefault="005328A6" w:rsidP="00723E32">
                          <w:pPr>
                            <w:pStyle w:val="DallmerOrtsfeld8115"/>
                            <w:rPr>
                              <w:noProof/>
                              <w:lang w:val="en-GB"/>
                            </w:rPr>
                          </w:pPr>
                          <w:r w:rsidRPr="009C4C06">
                            <w:rPr>
                              <w:lang w:val="en-GB"/>
                            </w:rPr>
                            <w:t xml:space="preserve">        T + 49 2932 9616 - </w:t>
                          </w:r>
                          <w:r w:rsidR="0028462F" w:rsidRPr="009C4C06">
                            <w:rPr>
                              <w:noProof/>
                              <w:lang w:val="en-GB"/>
                            </w:rPr>
                            <w:t>191</w:t>
                          </w:r>
                          <w:r w:rsidRPr="009C4C06">
                            <w:rPr>
                              <w:noProof/>
                              <w:lang w:val="en-GB"/>
                            </w:rPr>
                            <w:t xml:space="preserve">                            </w:t>
                          </w:r>
                        </w:p>
                        <w:p w14:paraId="40D9181D" w14:textId="6BE7CF29" w:rsidR="005328A6" w:rsidRPr="00622A9B" w:rsidRDefault="005328A6" w:rsidP="00723E32">
                          <w:pPr>
                            <w:pStyle w:val="DallmerOrtsfeld8115"/>
                            <w:rPr>
                              <w:noProof/>
                              <w:lang w:val="en-GB"/>
                            </w:rPr>
                          </w:pPr>
                          <w:r w:rsidRPr="00622A9B">
                            <w:rPr>
                              <w:lang w:val="en-GB"/>
                            </w:rPr>
                            <w:t xml:space="preserve">        F + 49 2932 9616 - </w:t>
                          </w:r>
                          <w:r w:rsidR="00D1728B" w:rsidRPr="00622A9B">
                            <w:rPr>
                              <w:lang w:val="en-GB"/>
                            </w:rPr>
                            <w:t>4191</w:t>
                          </w:r>
                        </w:p>
                        <w:p w14:paraId="637EFA8F" w14:textId="2B43D9B8" w:rsidR="005328A6" w:rsidRPr="00D1728B" w:rsidRDefault="00BF0D22" w:rsidP="00723E32">
                          <w:pPr>
                            <w:pStyle w:val="DallmerOrtsfeld8115"/>
                          </w:pPr>
                          <w:r w:rsidRPr="00622A9B">
                            <w:rPr>
                              <w:noProof/>
                              <w:lang w:val="en-GB"/>
                            </w:rPr>
                            <w:t xml:space="preserve"> </w:t>
                          </w:r>
                          <w:r w:rsidRPr="00D1728B">
                            <w:rPr>
                              <w:noProof/>
                            </w:rPr>
                            <w:t>E Sy</w:t>
                          </w:r>
                          <w:r w:rsidR="00D1728B" w:rsidRPr="00D1728B">
                            <w:rPr>
                              <w:noProof/>
                            </w:rPr>
                            <w:t>E: Sy</w:t>
                          </w:r>
                          <w:r w:rsidRPr="00D1728B">
                            <w:rPr>
                              <w:noProof/>
                            </w:rPr>
                            <w:t>lvia.Boe</w:t>
                          </w:r>
                          <w:r w:rsidR="005328A6" w:rsidRPr="00D1728B">
                            <w:rPr>
                              <w:noProof/>
                            </w:rPr>
                            <w:t>sch@dallmer.de</w:t>
                          </w:r>
                        </w:p>
                        <w:p w14:paraId="195F1A9D" w14:textId="77777777" w:rsidR="005328A6" w:rsidRPr="00D1728B" w:rsidRDefault="005328A6" w:rsidP="00723E32">
                          <w:pPr>
                            <w:pStyle w:val="DALLMERUnivers"/>
                          </w:pPr>
                        </w:p>
                        <w:p w14:paraId="708CCAA1" w14:textId="77777777" w:rsidR="005328A6" w:rsidRPr="00D1728B" w:rsidRDefault="005328A6" w:rsidP="00723E32">
                          <w:pPr>
                            <w:pStyle w:val="DALLMERUnivers"/>
                            <w:ind w:left="0" w:firstLine="0"/>
                          </w:pPr>
                        </w:p>
                        <w:p w14:paraId="64467B45" w14:textId="77777777" w:rsidR="005328A6" w:rsidRPr="00622A9B" w:rsidRDefault="005328A6" w:rsidP="00723E32">
                          <w:pPr>
                            <w:pStyle w:val="DALLMERUnivers"/>
                          </w:pPr>
                          <w:r w:rsidRPr="00622A9B">
                            <w:t>Dallmer GmbH + Co KG</w:t>
                          </w:r>
                        </w:p>
                        <w:p w14:paraId="7EF3FEC6" w14:textId="77777777" w:rsidR="005328A6" w:rsidRPr="00622A9B" w:rsidRDefault="005328A6" w:rsidP="00723E32">
                          <w:pPr>
                            <w:pStyle w:val="DALLMERUnivers"/>
                          </w:pPr>
                          <w:r w:rsidRPr="00622A9B">
                            <w:t>Wiebelsheidestrasse 25</w:t>
                          </w:r>
                        </w:p>
                        <w:p w14:paraId="7181E3AB" w14:textId="77777777" w:rsidR="005328A6" w:rsidRPr="00622A9B" w:rsidRDefault="005328A6" w:rsidP="00723E32">
                          <w:pPr>
                            <w:pStyle w:val="DALLMERUnivers"/>
                          </w:pPr>
                          <w:r w:rsidRPr="00622A9B">
                            <w:t>59757 Arnsberg</w:t>
                          </w:r>
                        </w:p>
                        <w:p w14:paraId="1F080D23" w14:textId="77777777" w:rsidR="005328A6" w:rsidRPr="00D1728B" w:rsidRDefault="005328A6" w:rsidP="00723E32">
                          <w:pPr>
                            <w:pStyle w:val="DALLMERUnivers"/>
                            <w:rPr>
                              <w:lang w:val="en-GB"/>
                            </w:rPr>
                          </w:pPr>
                          <w:r w:rsidRPr="00D1728B">
                            <w:rPr>
                              <w:lang w:val="en-GB"/>
                            </w:rPr>
                            <w:t>Germany</w:t>
                          </w:r>
                        </w:p>
                        <w:p w14:paraId="12ECAE7E" w14:textId="77777777" w:rsidR="005328A6" w:rsidRPr="00D1728B" w:rsidRDefault="005328A6" w:rsidP="00723E32">
                          <w:pPr>
                            <w:pStyle w:val="DALLMERUnivers"/>
                            <w:ind w:left="0" w:firstLine="0"/>
                            <w:rPr>
                              <w:lang w:val="en-GB"/>
                            </w:rPr>
                          </w:pPr>
                        </w:p>
                        <w:p w14:paraId="1CEEC2C9" w14:textId="77777777" w:rsidR="005328A6" w:rsidRPr="00D1728B" w:rsidRDefault="005328A6" w:rsidP="00723E32">
                          <w:pPr>
                            <w:pStyle w:val="DALLMERUnivers"/>
                            <w:rPr>
                              <w:lang w:val="en-GB"/>
                            </w:rPr>
                          </w:pPr>
                          <w:r w:rsidRPr="00D1728B">
                            <w:rPr>
                              <w:lang w:val="en-GB"/>
                            </w:rPr>
                            <w:t>Managing Director:</w:t>
                          </w:r>
                        </w:p>
                        <w:p w14:paraId="0EB3568A" w14:textId="77777777" w:rsidR="005328A6" w:rsidRPr="009C4C06" w:rsidRDefault="005328A6" w:rsidP="00723E32">
                          <w:pPr>
                            <w:pStyle w:val="DALLMERUnivers"/>
                            <w:rPr>
                              <w:lang w:val="en-GB"/>
                            </w:rPr>
                          </w:pPr>
                          <w:r w:rsidRPr="009C4C06">
                            <w:rPr>
                              <w:lang w:val="en-GB"/>
                            </w:rPr>
                            <w:t>Dipl.-Ing. Johannes Dallmer</w:t>
                          </w:r>
                        </w:p>
                        <w:p w14:paraId="110BA47B" w14:textId="77777777" w:rsidR="005328A6" w:rsidRPr="00D1728B" w:rsidRDefault="005328A6" w:rsidP="00723E32">
                          <w:pPr>
                            <w:pStyle w:val="DALLMERUnivers"/>
                            <w:rPr>
                              <w:lang w:val="en-GB"/>
                            </w:rPr>
                          </w:pPr>
                          <w:r w:rsidRPr="009C4C06">
                            <w:rPr>
                              <w:lang w:val="en-GB"/>
                            </w:rPr>
                            <w:t xml:space="preserve">Dipl.-Btrw. </w:t>
                          </w:r>
                          <w:r w:rsidRPr="00D1728B">
                            <w:rPr>
                              <w:lang w:val="en-GB"/>
                            </w:rPr>
                            <w:t xml:space="preserve">Yvonne </w:t>
                          </w:r>
                          <w:proofErr w:type="spellStart"/>
                          <w:r w:rsidRPr="00D1728B">
                            <w:rPr>
                              <w:lang w:val="en-GB"/>
                            </w:rPr>
                            <w:t>Dallmer</w:t>
                          </w:r>
                          <w:proofErr w:type="spellEnd"/>
                        </w:p>
                        <w:p w14:paraId="06B1CCF1" w14:textId="77777777" w:rsidR="005328A6" w:rsidRPr="00D1728B" w:rsidRDefault="005328A6" w:rsidP="00723E32">
                          <w:pPr>
                            <w:pStyle w:val="DALLMERUnivers"/>
                            <w:rPr>
                              <w:lang w:val="en-GB"/>
                            </w:rPr>
                          </w:pPr>
                          <w:r w:rsidRPr="00D1728B">
                            <w:rPr>
                              <w:lang w:val="en-GB"/>
                            </w:rPr>
                            <w:t xml:space="preserve">Dipl.-Ing. Harry </w:t>
                          </w:r>
                          <w:proofErr w:type="spellStart"/>
                          <w:r w:rsidRPr="00D1728B">
                            <w:rPr>
                              <w:lang w:val="en-GB"/>
                            </w:rPr>
                            <w:t>Bauermeister</w:t>
                          </w:r>
                          <w:proofErr w:type="spellEnd"/>
                        </w:p>
                        <w:p w14:paraId="6E0FED40" w14:textId="77777777" w:rsidR="005328A6" w:rsidRPr="00D1728B" w:rsidRDefault="005328A6" w:rsidP="00723E32">
                          <w:pPr>
                            <w:pStyle w:val="DALLMERUnivers"/>
                            <w:rPr>
                              <w:lang w:val="en-GB"/>
                            </w:rPr>
                          </w:pPr>
                        </w:p>
                        <w:p w14:paraId="740D96D3" w14:textId="77777777" w:rsidR="005328A6" w:rsidRPr="00D1728B" w:rsidRDefault="005328A6" w:rsidP="00723E32">
                          <w:pPr>
                            <w:pStyle w:val="DALLMERUnivers"/>
                            <w:rPr>
                              <w:lang w:val="en-GB"/>
                            </w:rPr>
                          </w:pPr>
                        </w:p>
                        <w:p w14:paraId="4860101E" w14:textId="77777777" w:rsidR="005328A6" w:rsidRPr="00D1728B" w:rsidRDefault="005328A6" w:rsidP="00723E32">
                          <w:pPr>
                            <w:pStyle w:val="DALLMERUnivers"/>
                            <w:rPr>
                              <w:lang w:val="en-GB"/>
                            </w:rPr>
                          </w:pPr>
                        </w:p>
                        <w:p w14:paraId="2857254B" w14:textId="77777777" w:rsidR="005328A6" w:rsidRPr="00D1728B" w:rsidRDefault="005328A6" w:rsidP="00723E32">
                          <w:pPr>
                            <w:pStyle w:val="DALLMERUnivers"/>
                            <w:rPr>
                              <w:lang w:val="en-GB"/>
                            </w:rPr>
                          </w:pPr>
                          <w:r w:rsidRPr="00D1728B">
                            <w:rPr>
                              <w:lang w:val="en-GB"/>
                            </w:rPr>
                            <w:t>Reprint free of charge - copy requested</w:t>
                          </w:r>
                        </w:p>
                        <w:p w14:paraId="323E7248" w14:textId="77777777" w:rsidR="005328A6" w:rsidRPr="00D1728B" w:rsidRDefault="005328A6" w:rsidP="00723E32">
                          <w:pPr>
                            <w:pStyle w:val="DALLMERUnivers"/>
                            <w:rPr>
                              <w:lang w:val="en-GB"/>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9FFB92D" id="_x0000_t202" coordsize="21600,21600" o:spt="202" path="m,l,21600r21600,l21600,xe">
              <v:stroke joinstyle="miter"/>
              <v:path gradientshapeok="t" o:connecttype="rect"/>
            </v:shapetype>
            <v:shape id="_x0000_s1028" type="#_x0000_t202" style="position:absolute;margin-left:67.65pt;margin-top:375.75pt;width:104.9pt;height:332.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" filled="f" stroked="f">
              <v:textbox inset="0,0,0,0">
                <w:txbxContent>
                  <w:p w14:paraId="373117D8" w14:textId="77777777" w:rsidR="005328A6" w:rsidRPr="009C4C06" w:rsidRDefault="005328A6" w:rsidP="00723E32">
                    <w:pPr>
                      <w:pStyle w:val="DallmerOrtsfeld8115"/>
                      <w:rPr>
                        <w:lang w:val="en-GB"/>
                      </w:rPr>
                    </w:pPr>
                    <w:r w:rsidRPr="009C4C06">
                      <w:rPr>
                        <w:noProof/>
                        <w:lang w:val="en-GB"/>
                      </w:rPr>
                      <w:t xml:space="preserve">        </w:t>
                    </w:r>
                    <w:r w:rsidR="0028462F" w:rsidRPr="009C4C06">
                      <w:rPr>
                        <w:noProof/>
                        <w:lang w:val="en-GB"/>
                      </w:rPr>
                      <w:t>Sylvia Bösch</w:t>
                    </w:r>
                  </w:p>
                  <w:p w14:paraId="716C8FC9" w14:textId="77777777" w:rsidR="005328A6" w:rsidRPr="009C4C06" w:rsidRDefault="005328A6" w:rsidP="00723E32">
                    <w:pPr>
                      <w:pStyle w:val="DallmerOrtsfeld8115"/>
                      <w:rPr>
                        <w:lang w:val="en-GB"/>
                      </w:rPr>
                    </w:pPr>
                    <w:r w:rsidRPr="009C4C06">
                      <w:rPr>
                        <w:noProof/>
                        <w:lang w:val="en-GB"/>
                      </w:rPr>
                      <w:t xml:space="preserve">        PR </w:t>
                    </w:r>
                    <w:r w:rsidR="00DD07B8" w:rsidRPr="009C4C06">
                      <w:rPr>
                        <w:noProof/>
                        <w:lang w:val="en-GB"/>
                      </w:rPr>
                      <w:t>&amp; Social Media</w:t>
                    </w:r>
                  </w:p>
                  <w:p w14:paraId="6CD4F572" w14:textId="77777777" w:rsidR="005328A6" w:rsidRPr="009C4C06" w:rsidRDefault="005328A6" w:rsidP="00723E32">
                    <w:pPr>
                      <w:pStyle w:val="DallmerOrtsfeld8115"/>
                      <w:rPr>
                        <w:noProof/>
                        <w:lang w:val="en-GB"/>
                      </w:rPr>
                    </w:pPr>
                    <w:r w:rsidRPr="009C4C06">
                      <w:rPr>
                        <w:lang w:val="en-GB"/>
                      </w:rPr>
                      <w:t xml:space="preserve">        T + 49 2932 9616 - </w:t>
                    </w:r>
                    <w:r w:rsidR="0028462F" w:rsidRPr="009C4C06">
                      <w:rPr>
                        <w:noProof/>
                        <w:lang w:val="en-GB"/>
                      </w:rPr>
                      <w:t>191</w:t>
                    </w:r>
                    <w:r w:rsidRPr="009C4C06">
                      <w:rPr>
                        <w:noProof/>
                        <w:lang w:val="en-GB"/>
                      </w:rPr>
                      <w:t xml:space="preserve">                            </w:t>
                    </w:r>
                  </w:p>
                  <w:p w14:paraId="40D9181D" w14:textId="6BE7CF29" w:rsidR="005328A6" w:rsidRPr="00622A9B" w:rsidRDefault="005328A6" w:rsidP="00723E32">
                    <w:pPr>
                      <w:pStyle w:val="DallmerOrtsfeld8115"/>
                      <w:rPr>
                        <w:noProof/>
                        <w:lang w:val="en-GB"/>
                      </w:rPr>
                    </w:pPr>
                    <w:r w:rsidRPr="00622A9B">
                      <w:rPr>
                        <w:lang w:val="en-GB"/>
                      </w:rPr>
                      <w:t xml:space="preserve">        F + 49 2932 9616 - </w:t>
                    </w:r>
                    <w:r w:rsidR="00D1728B" w:rsidRPr="00622A9B">
                      <w:rPr>
                        <w:lang w:val="en-GB"/>
                      </w:rPr>
                      <w:t>4191</w:t>
                    </w:r>
                  </w:p>
                  <w:p w14:paraId="637EFA8F" w14:textId="2B43D9B8" w:rsidR="005328A6" w:rsidRPr="00D1728B" w:rsidRDefault="00BF0D22" w:rsidP="00723E32">
                    <w:pPr>
                      <w:pStyle w:val="DallmerOrtsfeld8115"/>
                    </w:pPr>
                    <w:r w:rsidRPr="00622A9B">
                      <w:rPr>
                        <w:noProof/>
                        <w:lang w:val="en-GB"/>
                      </w:rPr>
                      <w:t xml:space="preserve"> </w:t>
                    </w:r>
                    <w:r w:rsidRPr="00D1728B">
                      <w:rPr>
                        <w:noProof/>
                      </w:rPr>
                      <w:t>E Sy</w:t>
                    </w:r>
                    <w:r w:rsidR="00D1728B" w:rsidRPr="00D1728B">
                      <w:rPr>
                        <w:noProof/>
                      </w:rPr>
                      <w:t>E: Sy</w:t>
                    </w:r>
                    <w:r w:rsidRPr="00D1728B">
                      <w:rPr>
                        <w:noProof/>
                      </w:rPr>
                      <w:t>lvia.Boe</w:t>
                    </w:r>
                    <w:r w:rsidR="005328A6" w:rsidRPr="00D1728B">
                      <w:rPr>
                        <w:noProof/>
                      </w:rPr>
                      <w:t>sch@dallmer.de</w:t>
                    </w:r>
                  </w:p>
                  <w:p w14:paraId="195F1A9D" w14:textId="77777777" w:rsidR="005328A6" w:rsidRPr="00D1728B" w:rsidRDefault="005328A6" w:rsidP="00723E32">
                    <w:pPr>
                      <w:pStyle w:val="DALLMERUnivers"/>
                    </w:pPr>
                  </w:p>
                  <w:p w14:paraId="708CCAA1" w14:textId="77777777" w:rsidR="005328A6" w:rsidRPr="00D1728B" w:rsidRDefault="005328A6" w:rsidP="00723E32">
                    <w:pPr>
                      <w:pStyle w:val="DALLMERUnivers"/>
                      <w:ind w:left="0" w:firstLine="0"/>
                    </w:pPr>
                  </w:p>
                  <w:p w14:paraId="64467B45" w14:textId="77777777" w:rsidR="005328A6" w:rsidRPr="00622A9B" w:rsidRDefault="005328A6" w:rsidP="00723E32">
                    <w:pPr>
                      <w:pStyle w:val="DALLMERUnivers"/>
                    </w:pPr>
                    <w:r w:rsidRPr="00622A9B">
                      <w:t>Dallmer GmbH + Co KG</w:t>
                    </w:r>
                  </w:p>
                  <w:p w14:paraId="7EF3FEC6" w14:textId="77777777" w:rsidR="005328A6" w:rsidRPr="00622A9B" w:rsidRDefault="005328A6" w:rsidP="00723E32">
                    <w:pPr>
                      <w:pStyle w:val="DALLMERUnivers"/>
                    </w:pPr>
                    <w:r w:rsidRPr="00622A9B">
                      <w:t>Wiebelsheidestrasse 25</w:t>
                    </w:r>
                  </w:p>
                  <w:p w14:paraId="7181E3AB" w14:textId="77777777" w:rsidR="005328A6" w:rsidRPr="00622A9B" w:rsidRDefault="005328A6" w:rsidP="00723E32">
                    <w:pPr>
                      <w:pStyle w:val="DALLMERUnivers"/>
                    </w:pPr>
                    <w:r w:rsidRPr="00622A9B">
                      <w:t>59757 Arnsberg</w:t>
                    </w:r>
                  </w:p>
                  <w:p w14:paraId="1F080D23" w14:textId="77777777" w:rsidR="005328A6" w:rsidRPr="00D1728B" w:rsidRDefault="005328A6" w:rsidP="00723E32">
                    <w:pPr>
                      <w:pStyle w:val="DALLMERUnivers"/>
                      <w:rPr>
                        <w:lang w:val="en-GB"/>
                      </w:rPr>
                    </w:pPr>
                    <w:r w:rsidRPr="00D1728B">
                      <w:rPr>
                        <w:lang w:val="en-GB"/>
                      </w:rPr>
                      <w:t>Germany</w:t>
                    </w:r>
                  </w:p>
                  <w:p w14:paraId="12ECAE7E" w14:textId="77777777" w:rsidR="005328A6" w:rsidRPr="00D1728B" w:rsidRDefault="005328A6" w:rsidP="00723E32">
                    <w:pPr>
                      <w:pStyle w:val="DALLMERUnivers"/>
                      <w:ind w:left="0" w:firstLine="0"/>
                      <w:rPr>
                        <w:lang w:val="en-GB"/>
                      </w:rPr>
                    </w:pPr>
                  </w:p>
                  <w:p w14:paraId="1CEEC2C9" w14:textId="77777777" w:rsidR="005328A6" w:rsidRPr="00D1728B" w:rsidRDefault="005328A6" w:rsidP="00723E32">
                    <w:pPr>
                      <w:pStyle w:val="DALLMERUnivers"/>
                      <w:rPr>
                        <w:lang w:val="en-GB"/>
                      </w:rPr>
                    </w:pPr>
                    <w:r w:rsidRPr="00D1728B">
                      <w:rPr>
                        <w:lang w:val="en-GB"/>
                      </w:rPr>
                      <w:t>Managing Director:</w:t>
                    </w:r>
                  </w:p>
                  <w:p w14:paraId="0EB3568A" w14:textId="77777777" w:rsidR="005328A6" w:rsidRPr="009C4C06" w:rsidRDefault="005328A6" w:rsidP="00723E32">
                    <w:pPr>
                      <w:pStyle w:val="DALLMERUnivers"/>
                      <w:rPr>
                        <w:lang w:val="en-GB"/>
                      </w:rPr>
                    </w:pPr>
                    <w:r w:rsidRPr="009C4C06">
                      <w:rPr>
                        <w:lang w:val="en-GB"/>
                      </w:rPr>
                      <w:t>Dipl.-Ing. Johannes Dallmer</w:t>
                    </w:r>
                  </w:p>
                  <w:p w14:paraId="110BA47B" w14:textId="77777777" w:rsidR="005328A6" w:rsidRPr="00D1728B" w:rsidRDefault="005328A6" w:rsidP="00723E32">
                    <w:pPr>
                      <w:pStyle w:val="DALLMERUnivers"/>
                      <w:rPr>
                        <w:lang w:val="en-GB"/>
                      </w:rPr>
                    </w:pPr>
                    <w:r w:rsidRPr="009C4C06">
                      <w:rPr>
                        <w:lang w:val="en-GB"/>
                      </w:rPr>
                      <w:t xml:space="preserve">Dipl.-Btrw. </w:t>
                    </w:r>
                    <w:r w:rsidRPr="00D1728B">
                      <w:rPr>
                        <w:lang w:val="en-GB"/>
                      </w:rPr>
                      <w:t xml:space="preserve">Yvonne </w:t>
                    </w:r>
                    <w:proofErr w:type="spellStart"/>
                    <w:r w:rsidRPr="00D1728B">
                      <w:rPr>
                        <w:lang w:val="en-GB"/>
                      </w:rPr>
                      <w:t>Dallmer</w:t>
                    </w:r>
                    <w:proofErr w:type="spellEnd"/>
                  </w:p>
                  <w:p w14:paraId="06B1CCF1" w14:textId="77777777" w:rsidR="005328A6" w:rsidRPr="00D1728B" w:rsidRDefault="005328A6" w:rsidP="00723E32">
                    <w:pPr>
                      <w:pStyle w:val="DALLMERUnivers"/>
                      <w:rPr>
                        <w:lang w:val="en-GB"/>
                      </w:rPr>
                    </w:pPr>
                    <w:r w:rsidRPr="00D1728B">
                      <w:rPr>
                        <w:lang w:val="en-GB"/>
                      </w:rPr>
                      <w:t xml:space="preserve">Dipl.-Ing. Harry </w:t>
                    </w:r>
                    <w:proofErr w:type="spellStart"/>
                    <w:r w:rsidRPr="00D1728B">
                      <w:rPr>
                        <w:lang w:val="en-GB"/>
                      </w:rPr>
                      <w:t>Bauermeister</w:t>
                    </w:r>
                    <w:proofErr w:type="spellEnd"/>
                  </w:p>
                  <w:p w14:paraId="6E0FED40" w14:textId="77777777" w:rsidR="005328A6" w:rsidRPr="00D1728B" w:rsidRDefault="005328A6" w:rsidP="00723E32">
                    <w:pPr>
                      <w:pStyle w:val="DALLMERUnivers"/>
                      <w:rPr>
                        <w:lang w:val="en-GB"/>
                      </w:rPr>
                    </w:pPr>
                  </w:p>
                  <w:p w14:paraId="740D96D3" w14:textId="77777777" w:rsidR="005328A6" w:rsidRPr="00D1728B" w:rsidRDefault="005328A6" w:rsidP="00723E32">
                    <w:pPr>
                      <w:pStyle w:val="DALLMERUnivers"/>
                      <w:rPr>
                        <w:lang w:val="en-GB"/>
                      </w:rPr>
                    </w:pPr>
                  </w:p>
                  <w:p w14:paraId="4860101E" w14:textId="77777777" w:rsidR="005328A6" w:rsidRPr="00D1728B" w:rsidRDefault="005328A6" w:rsidP="00723E32">
                    <w:pPr>
                      <w:pStyle w:val="DALLMERUnivers"/>
                      <w:rPr>
                        <w:lang w:val="en-GB"/>
                      </w:rPr>
                    </w:pPr>
                  </w:p>
                  <w:p w14:paraId="2857254B" w14:textId="77777777" w:rsidR="005328A6" w:rsidRPr="00D1728B" w:rsidRDefault="005328A6" w:rsidP="00723E32">
                    <w:pPr>
                      <w:pStyle w:val="DALLMERUnivers"/>
                      <w:rPr>
                        <w:lang w:val="en-GB"/>
                      </w:rPr>
                    </w:pPr>
                    <w:r w:rsidRPr="00D1728B">
                      <w:rPr>
                        <w:lang w:val="en-GB"/>
                      </w:rPr>
                      <w:t>Reprint free of charge - copy requested</w:t>
                    </w:r>
                  </w:p>
                  <w:p w14:paraId="323E7248" w14:textId="77777777" w:rsidR="005328A6" w:rsidRPr="00D1728B" w:rsidRDefault="005328A6" w:rsidP="00723E32">
                    <w:pPr>
                      <w:pStyle w:val="DALLMERUnivers"/>
                      <w:rPr>
                        <w:lang w:val="en-GB"/>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BC6A42" w14:textId="77777777" w:rsidR="005328A6" w:rsidRPr="008B44CD" w:rsidRDefault="005328A6" w:rsidP="008B44CD">
    <w:pPr>
      <w:pStyle w:val="Kopfzeile"/>
    </w:pPr>
    <w:r w:rsidRPr="00B14D73">
      <w:rPr>
        <w:noProof/>
      </w:rPr>
      <mc:AlternateContent>
        <mc:Choice Requires="wps">
          <w:drawing>
            <wp:anchor distT="0" distB="0" distL="114300" distR="114300" simplePos="0" relativeHeight="251664384" behindDoc="0" locked="0" layoutInCell="1" allowOverlap="1" wp14:anchorId="36B4F563" wp14:editId="573699E0">
              <wp:simplePos x="0" y="0"/>
              <wp:positionH relativeFrom="page">
                <wp:posOffset>885825</wp:posOffset>
              </wp:positionH>
              <wp:positionV relativeFrom="page">
                <wp:posOffset>4762500</wp:posOffset>
              </wp:positionV>
              <wp:extent cx="1332000" cy="4219200"/>
              <wp:effectExtent l="0" t="0" r="1905" b="1016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14:paraId="0FC545F8" w14:textId="77777777" w:rsidR="005328A6" w:rsidRPr="009C4C06" w:rsidRDefault="005328A6" w:rsidP="00224233">
                          <w:pPr>
                            <w:pStyle w:val="DallmerOrtsfeld8115"/>
                            <w:rPr>
                              <w:lang w:val="en-GB"/>
                            </w:rPr>
                          </w:pPr>
                          <w:r w:rsidRPr="009C4C06">
                            <w:rPr>
                              <w:noProof/>
                              <w:lang w:val="en-GB"/>
                            </w:rPr>
                            <w:t xml:space="preserve">        </w:t>
                          </w:r>
                          <w:r w:rsidR="0028462F" w:rsidRPr="009C4C06">
                            <w:rPr>
                              <w:noProof/>
                              <w:lang w:val="en-GB"/>
                            </w:rPr>
                            <w:t>Sylvia Bösch</w:t>
                          </w:r>
                        </w:p>
                        <w:p w14:paraId="1E19E907" w14:textId="77777777" w:rsidR="005328A6" w:rsidRPr="009C4C06" w:rsidRDefault="005328A6" w:rsidP="00224233">
                          <w:pPr>
                            <w:pStyle w:val="DallmerOrtsfeld8115"/>
                            <w:rPr>
                              <w:lang w:val="en-GB"/>
                            </w:rPr>
                          </w:pPr>
                          <w:r w:rsidRPr="009C4C06">
                            <w:rPr>
                              <w:noProof/>
                              <w:lang w:val="en-GB"/>
                            </w:rPr>
                            <w:t xml:space="preserve">        PR </w:t>
                          </w:r>
                          <w:r w:rsidR="002F09E6" w:rsidRPr="009C4C06">
                            <w:rPr>
                              <w:noProof/>
                              <w:lang w:val="en-GB"/>
                            </w:rPr>
                            <w:t>&amp; Social Media</w:t>
                          </w:r>
                        </w:p>
                        <w:p w14:paraId="630D7247" w14:textId="77777777" w:rsidR="005328A6" w:rsidRPr="009C4C06" w:rsidRDefault="005328A6" w:rsidP="00224233">
                          <w:pPr>
                            <w:pStyle w:val="DallmerOrtsfeld8115"/>
                            <w:rPr>
                              <w:noProof/>
                              <w:lang w:val="en-GB"/>
                            </w:rPr>
                          </w:pPr>
                          <w:r w:rsidRPr="009C4C06">
                            <w:rPr>
                              <w:lang w:val="en-GB"/>
                            </w:rPr>
                            <w:t xml:space="preserve">        T + 49 2932 9616 - </w:t>
                          </w:r>
                          <w:r w:rsidR="0028462F" w:rsidRPr="009C4C06">
                            <w:rPr>
                              <w:noProof/>
                              <w:lang w:val="en-GB"/>
                            </w:rPr>
                            <w:t>191</w:t>
                          </w:r>
                          <w:r w:rsidRPr="009C4C06">
                            <w:rPr>
                              <w:noProof/>
                              <w:lang w:val="en-GB"/>
                            </w:rPr>
                            <w:t xml:space="preserve">                           </w:t>
                          </w:r>
                        </w:p>
                        <w:p w14:paraId="15E60B9A" w14:textId="071008AD" w:rsidR="005328A6" w:rsidRPr="00622A9B" w:rsidRDefault="005328A6" w:rsidP="00224233">
                          <w:pPr>
                            <w:pStyle w:val="DallmerOrtsfeld8115"/>
                            <w:rPr>
                              <w:noProof/>
                              <w:lang w:val="en-GB"/>
                            </w:rPr>
                          </w:pPr>
                          <w:r w:rsidRPr="00622A9B">
                            <w:rPr>
                              <w:lang w:val="en-GB"/>
                            </w:rPr>
                            <w:t xml:space="preserve">        F + 49 2932 9616 - </w:t>
                          </w:r>
                          <w:r w:rsidR="00D1728B" w:rsidRPr="00622A9B">
                            <w:rPr>
                              <w:lang w:val="en-GB"/>
                            </w:rPr>
                            <w:t>4191</w:t>
                          </w:r>
                        </w:p>
                        <w:p w14:paraId="3557C573" w14:textId="0B65C097" w:rsidR="005328A6" w:rsidRPr="00D1728B" w:rsidRDefault="0028462F" w:rsidP="00281D8E">
                          <w:pPr>
                            <w:pStyle w:val="DallmerOrtsfeld8115"/>
                          </w:pPr>
                          <w:r w:rsidRPr="00622A9B">
                            <w:rPr>
                              <w:noProof/>
                              <w:lang w:val="en-GB"/>
                            </w:rPr>
                            <w:t xml:space="preserve"> </w:t>
                          </w:r>
                          <w:r w:rsidRPr="00D1728B">
                            <w:rPr>
                              <w:noProof/>
                            </w:rPr>
                            <w:t>E Sy</w:t>
                          </w:r>
                          <w:r w:rsidR="00D1728B" w:rsidRPr="00D1728B">
                            <w:rPr>
                              <w:noProof/>
                            </w:rPr>
                            <w:t>E Sy</w:t>
                          </w:r>
                          <w:r w:rsidRPr="00D1728B">
                            <w:rPr>
                              <w:noProof/>
                            </w:rPr>
                            <w:t>lvia.Boe</w:t>
                          </w:r>
                          <w:r w:rsidR="005328A6" w:rsidRPr="00D1728B">
                            <w:rPr>
                              <w:noProof/>
                            </w:rPr>
                            <w:t>sch@dallmer.de</w:t>
                          </w:r>
                        </w:p>
                        <w:p w14:paraId="033E9097" w14:textId="77777777" w:rsidR="005328A6" w:rsidRPr="00D1728B" w:rsidRDefault="005328A6" w:rsidP="00B14D73">
                          <w:pPr>
                            <w:pStyle w:val="DALLMERUnivers"/>
                          </w:pPr>
                        </w:p>
                        <w:p w14:paraId="123DB318" w14:textId="77777777" w:rsidR="005328A6" w:rsidRPr="00D1728B" w:rsidRDefault="005328A6" w:rsidP="00224233">
                          <w:pPr>
                            <w:pStyle w:val="DALLMERUnivers"/>
                            <w:ind w:left="0" w:firstLine="0"/>
                          </w:pPr>
                        </w:p>
                        <w:p w14:paraId="640C6913" w14:textId="77777777" w:rsidR="005328A6" w:rsidRPr="008763BF" w:rsidRDefault="005328A6" w:rsidP="00B14D73">
                          <w:pPr>
                            <w:pStyle w:val="DALLMERUnivers"/>
                          </w:pPr>
                          <w:proofErr w:type="spellStart"/>
                          <w:r w:rsidRPr="00D1728B">
                            <w:t>Dallmer</w:t>
                          </w:r>
                          <w:proofErr w:type="spellEnd"/>
                          <w:r w:rsidRPr="00D1728B">
                            <w:t xml:space="preserve"> GmbH + Co </w:t>
                          </w:r>
                          <w:r w:rsidRPr="008763BF">
                            <w:t>KG</w:t>
                          </w:r>
                        </w:p>
                        <w:p w14:paraId="4B27E813" w14:textId="77777777" w:rsidR="005328A6" w:rsidRPr="008763BF" w:rsidRDefault="005328A6" w:rsidP="00B14D73">
                          <w:pPr>
                            <w:pStyle w:val="DALLMERUnivers"/>
                          </w:pPr>
                          <w:r w:rsidRPr="008763BF">
                            <w:t>Wiebelsheidestrasse 25</w:t>
                          </w:r>
                        </w:p>
                        <w:p w14:paraId="54FF0980" w14:textId="77777777" w:rsidR="005328A6" w:rsidRPr="008763BF" w:rsidRDefault="005328A6" w:rsidP="00B14D73">
                          <w:pPr>
                            <w:pStyle w:val="DALLMERUnivers"/>
                          </w:pPr>
                          <w:r w:rsidRPr="008763BF">
                            <w:t>59757 Arnsberg</w:t>
                          </w:r>
                        </w:p>
                        <w:p w14:paraId="571C6338" w14:textId="77777777" w:rsidR="005328A6" w:rsidRPr="00D1728B" w:rsidRDefault="005328A6" w:rsidP="00B14D73">
                          <w:pPr>
                            <w:pStyle w:val="DALLMERUnivers"/>
                            <w:rPr>
                              <w:lang w:val="en-GB"/>
                            </w:rPr>
                          </w:pPr>
                          <w:r w:rsidRPr="00D1728B">
                            <w:rPr>
                              <w:lang w:val="en-GB"/>
                            </w:rPr>
                            <w:t>Germany</w:t>
                          </w:r>
                        </w:p>
                        <w:p w14:paraId="77172E83" w14:textId="77777777" w:rsidR="005328A6" w:rsidRPr="00D1728B" w:rsidRDefault="005328A6" w:rsidP="00D90348">
                          <w:pPr>
                            <w:pStyle w:val="DALLMERUnivers"/>
                            <w:ind w:left="0" w:firstLine="0"/>
                            <w:rPr>
                              <w:lang w:val="en-GB"/>
                            </w:rPr>
                          </w:pPr>
                        </w:p>
                        <w:p w14:paraId="4F604941" w14:textId="77777777" w:rsidR="005328A6" w:rsidRPr="00D1728B" w:rsidRDefault="005328A6" w:rsidP="00B14D73">
                          <w:pPr>
                            <w:pStyle w:val="DALLMERUnivers"/>
                            <w:rPr>
                              <w:lang w:val="en-GB"/>
                            </w:rPr>
                          </w:pPr>
                          <w:r w:rsidRPr="00D1728B">
                            <w:rPr>
                              <w:lang w:val="en-GB"/>
                            </w:rPr>
                            <w:t>Managing Director:</w:t>
                          </w:r>
                        </w:p>
                        <w:p w14:paraId="3BE73195" w14:textId="77777777" w:rsidR="005328A6" w:rsidRPr="009C4C06" w:rsidRDefault="005328A6" w:rsidP="00B14D73">
                          <w:pPr>
                            <w:pStyle w:val="DALLMERUnivers"/>
                            <w:rPr>
                              <w:lang w:val="en-GB"/>
                            </w:rPr>
                          </w:pPr>
                          <w:r w:rsidRPr="009C4C06">
                            <w:rPr>
                              <w:lang w:val="en-GB"/>
                            </w:rPr>
                            <w:t>Dipl.-Ing. Johannes Dallmer</w:t>
                          </w:r>
                        </w:p>
                        <w:p w14:paraId="2F65FB58" w14:textId="77777777" w:rsidR="005328A6" w:rsidRPr="00D1728B" w:rsidRDefault="005328A6" w:rsidP="00B14D73">
                          <w:pPr>
                            <w:pStyle w:val="DALLMERUnivers"/>
                            <w:rPr>
                              <w:lang w:val="en-GB"/>
                            </w:rPr>
                          </w:pPr>
                          <w:r w:rsidRPr="009C4C06">
                            <w:rPr>
                              <w:lang w:val="en-GB"/>
                            </w:rPr>
                            <w:t xml:space="preserve">Dipl.-Btrw. </w:t>
                          </w:r>
                          <w:r w:rsidRPr="00D1728B">
                            <w:rPr>
                              <w:lang w:val="en-GB"/>
                            </w:rPr>
                            <w:t xml:space="preserve">Yvonne </w:t>
                          </w:r>
                          <w:proofErr w:type="spellStart"/>
                          <w:r w:rsidRPr="00D1728B">
                            <w:rPr>
                              <w:lang w:val="en-GB"/>
                            </w:rPr>
                            <w:t>Dallmer</w:t>
                          </w:r>
                          <w:proofErr w:type="spellEnd"/>
                        </w:p>
                        <w:p w14:paraId="76682D1E" w14:textId="77777777" w:rsidR="005328A6" w:rsidRPr="00D1728B" w:rsidRDefault="005328A6" w:rsidP="00B14D73">
                          <w:pPr>
                            <w:pStyle w:val="DALLMERUnivers"/>
                            <w:rPr>
                              <w:lang w:val="en-GB"/>
                            </w:rPr>
                          </w:pPr>
                          <w:r w:rsidRPr="00D1728B">
                            <w:rPr>
                              <w:lang w:val="en-GB"/>
                            </w:rPr>
                            <w:t xml:space="preserve">Dipl.-Ing. Harry </w:t>
                          </w:r>
                          <w:proofErr w:type="spellStart"/>
                          <w:r w:rsidRPr="00D1728B">
                            <w:rPr>
                              <w:lang w:val="en-GB"/>
                            </w:rPr>
                            <w:t>Bauermeister</w:t>
                          </w:r>
                          <w:proofErr w:type="spellEnd"/>
                        </w:p>
                        <w:p w14:paraId="1597C30C" w14:textId="77777777" w:rsidR="005328A6" w:rsidRPr="00D1728B" w:rsidRDefault="005328A6" w:rsidP="00B14D73">
                          <w:pPr>
                            <w:pStyle w:val="DALLMERUnivers"/>
                            <w:rPr>
                              <w:lang w:val="en-GB"/>
                            </w:rPr>
                          </w:pPr>
                        </w:p>
                        <w:p w14:paraId="7A22739B" w14:textId="77777777" w:rsidR="005328A6" w:rsidRPr="00D1728B" w:rsidRDefault="005328A6" w:rsidP="00B14D73">
                          <w:pPr>
                            <w:pStyle w:val="DALLMERUnivers"/>
                            <w:rPr>
                              <w:lang w:val="en-GB"/>
                            </w:rPr>
                          </w:pPr>
                        </w:p>
                        <w:p w14:paraId="16B9EFC1" w14:textId="77777777" w:rsidR="005328A6" w:rsidRPr="00D1728B" w:rsidRDefault="005328A6" w:rsidP="00B14D73">
                          <w:pPr>
                            <w:pStyle w:val="DALLMERUnivers"/>
                            <w:rPr>
                              <w:lang w:val="en-GB"/>
                            </w:rPr>
                          </w:pPr>
                        </w:p>
                        <w:p w14:paraId="762F8F0F" w14:textId="77777777" w:rsidR="005328A6" w:rsidRPr="00D1728B" w:rsidRDefault="005328A6" w:rsidP="00D90348">
                          <w:pPr>
                            <w:pStyle w:val="DALLMERUnivers"/>
                            <w:rPr>
                              <w:lang w:val="en-GB"/>
                            </w:rPr>
                          </w:pPr>
                          <w:r w:rsidRPr="00D1728B">
                            <w:rPr>
                              <w:lang w:val="en-GB"/>
                            </w:rPr>
                            <w:t>Reprint free of charge - copy requested</w:t>
                          </w:r>
                        </w:p>
                        <w:p w14:paraId="19902B63" w14:textId="77777777" w:rsidR="005328A6" w:rsidRPr="00D1728B" w:rsidRDefault="005328A6" w:rsidP="00B14D73">
                          <w:pPr>
                            <w:pStyle w:val="DALLMERUnivers"/>
                            <w:rPr>
                              <w:lang w:val="en-GB"/>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B4F563" id="_x0000_t202" coordsize="21600,21600" o:spt="202" path="m,l,21600r21600,l21600,xe">
              <v:stroke joinstyle="miter"/>
              <v:path gradientshapeok="t" o:connecttype="rect"/>
            </v:shapetype>
            <v:shape id="Textfeld 17" o:spid="_x0000_s1029" type="#_x0000_t202" style="position:absolute;margin-left:69.75pt;margin-top:375pt;width:104.9pt;height:332.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" filled="f" stroked="f">
              <v:textbox inset="0,0,0,0">
                <w:txbxContent>
                  <w:p w14:paraId="0FC545F8" w14:textId="77777777" w:rsidR="005328A6" w:rsidRPr="009C4C06" w:rsidRDefault="005328A6" w:rsidP="00224233">
                    <w:pPr>
                      <w:pStyle w:val="DallmerOrtsfeld8115"/>
                      <w:rPr>
                        <w:lang w:val="en-GB"/>
                      </w:rPr>
                    </w:pPr>
                    <w:r w:rsidRPr="009C4C06">
                      <w:rPr>
                        <w:noProof/>
                        <w:lang w:val="en-GB"/>
                      </w:rPr>
                      <w:t xml:space="preserve">        </w:t>
                    </w:r>
                    <w:r w:rsidR="0028462F" w:rsidRPr="009C4C06">
                      <w:rPr>
                        <w:noProof/>
                        <w:lang w:val="en-GB"/>
                      </w:rPr>
                      <w:t>Sylvia Bösch</w:t>
                    </w:r>
                  </w:p>
                  <w:p w14:paraId="1E19E907" w14:textId="77777777" w:rsidR="005328A6" w:rsidRPr="009C4C06" w:rsidRDefault="005328A6" w:rsidP="00224233">
                    <w:pPr>
                      <w:pStyle w:val="DallmerOrtsfeld8115"/>
                      <w:rPr>
                        <w:lang w:val="en-GB"/>
                      </w:rPr>
                    </w:pPr>
                    <w:r w:rsidRPr="009C4C06">
                      <w:rPr>
                        <w:noProof/>
                        <w:lang w:val="en-GB"/>
                      </w:rPr>
                      <w:t xml:space="preserve">        PR </w:t>
                    </w:r>
                    <w:r w:rsidR="002F09E6" w:rsidRPr="009C4C06">
                      <w:rPr>
                        <w:noProof/>
                        <w:lang w:val="en-GB"/>
                      </w:rPr>
                      <w:t>&amp; Social Media</w:t>
                    </w:r>
                  </w:p>
                  <w:p w14:paraId="630D7247" w14:textId="77777777" w:rsidR="005328A6" w:rsidRPr="009C4C06" w:rsidRDefault="005328A6" w:rsidP="00224233">
                    <w:pPr>
                      <w:pStyle w:val="DallmerOrtsfeld8115"/>
                      <w:rPr>
                        <w:noProof/>
                        <w:lang w:val="en-GB"/>
                      </w:rPr>
                    </w:pPr>
                    <w:r w:rsidRPr="009C4C06">
                      <w:rPr>
                        <w:lang w:val="en-GB"/>
                      </w:rPr>
                      <w:t xml:space="preserve">        T + 49 2932 9616 - </w:t>
                    </w:r>
                    <w:r w:rsidR="0028462F" w:rsidRPr="009C4C06">
                      <w:rPr>
                        <w:noProof/>
                        <w:lang w:val="en-GB"/>
                      </w:rPr>
                      <w:t>191</w:t>
                    </w:r>
                    <w:r w:rsidRPr="009C4C06">
                      <w:rPr>
                        <w:noProof/>
                        <w:lang w:val="en-GB"/>
                      </w:rPr>
                      <w:t xml:space="preserve">                           </w:t>
                    </w:r>
                  </w:p>
                  <w:p w14:paraId="15E60B9A" w14:textId="071008AD" w:rsidR="005328A6" w:rsidRPr="00622A9B" w:rsidRDefault="005328A6" w:rsidP="00224233">
                    <w:pPr>
                      <w:pStyle w:val="DallmerOrtsfeld8115"/>
                      <w:rPr>
                        <w:noProof/>
                        <w:lang w:val="en-GB"/>
                      </w:rPr>
                    </w:pPr>
                    <w:r w:rsidRPr="00622A9B">
                      <w:rPr>
                        <w:lang w:val="en-GB"/>
                      </w:rPr>
                      <w:t xml:space="preserve">        F + 49 2932 9616 - </w:t>
                    </w:r>
                    <w:r w:rsidR="00D1728B" w:rsidRPr="00622A9B">
                      <w:rPr>
                        <w:lang w:val="en-GB"/>
                      </w:rPr>
                      <w:t>4191</w:t>
                    </w:r>
                  </w:p>
                  <w:p w14:paraId="3557C573" w14:textId="0B65C097" w:rsidR="005328A6" w:rsidRPr="00D1728B" w:rsidRDefault="0028462F" w:rsidP="00281D8E">
                    <w:pPr>
                      <w:pStyle w:val="DallmerOrtsfeld8115"/>
                    </w:pPr>
                    <w:r w:rsidRPr="00622A9B">
                      <w:rPr>
                        <w:noProof/>
                        <w:lang w:val="en-GB"/>
                      </w:rPr>
                      <w:t xml:space="preserve"> </w:t>
                    </w:r>
                    <w:r w:rsidRPr="00D1728B">
                      <w:rPr>
                        <w:noProof/>
                      </w:rPr>
                      <w:t>E Sy</w:t>
                    </w:r>
                    <w:r w:rsidR="00D1728B" w:rsidRPr="00D1728B">
                      <w:rPr>
                        <w:noProof/>
                      </w:rPr>
                      <w:t>E Sy</w:t>
                    </w:r>
                    <w:r w:rsidRPr="00D1728B">
                      <w:rPr>
                        <w:noProof/>
                      </w:rPr>
                      <w:t>lvia.Boe</w:t>
                    </w:r>
                    <w:r w:rsidR="005328A6" w:rsidRPr="00D1728B">
                      <w:rPr>
                        <w:noProof/>
                      </w:rPr>
                      <w:t>sch@dallmer.de</w:t>
                    </w:r>
                  </w:p>
                  <w:p w14:paraId="033E9097" w14:textId="77777777" w:rsidR="005328A6" w:rsidRPr="00D1728B" w:rsidRDefault="005328A6" w:rsidP="00B14D73">
                    <w:pPr>
                      <w:pStyle w:val="DALLMERUnivers"/>
                    </w:pPr>
                  </w:p>
                  <w:p w14:paraId="123DB318" w14:textId="77777777" w:rsidR="005328A6" w:rsidRPr="00D1728B" w:rsidRDefault="005328A6" w:rsidP="00224233">
                    <w:pPr>
                      <w:pStyle w:val="DALLMERUnivers"/>
                      <w:ind w:left="0" w:firstLine="0"/>
                    </w:pPr>
                  </w:p>
                  <w:p w14:paraId="640C6913" w14:textId="77777777" w:rsidR="005328A6" w:rsidRPr="008763BF" w:rsidRDefault="005328A6" w:rsidP="00B14D73">
                    <w:pPr>
                      <w:pStyle w:val="DALLMERUnivers"/>
                    </w:pPr>
                    <w:proofErr w:type="spellStart"/>
                    <w:r w:rsidRPr="00D1728B">
                      <w:t>Dallmer</w:t>
                    </w:r>
                    <w:proofErr w:type="spellEnd"/>
                    <w:r w:rsidRPr="00D1728B">
                      <w:t xml:space="preserve"> GmbH + Co </w:t>
                    </w:r>
                    <w:r w:rsidRPr="008763BF">
                      <w:t>KG</w:t>
                    </w:r>
                  </w:p>
                  <w:p w14:paraId="4B27E813" w14:textId="77777777" w:rsidR="005328A6" w:rsidRPr="008763BF" w:rsidRDefault="005328A6" w:rsidP="00B14D73">
                    <w:pPr>
                      <w:pStyle w:val="DALLMERUnivers"/>
                    </w:pPr>
                    <w:r w:rsidRPr="008763BF">
                      <w:t>Wiebelsheidestrasse 25</w:t>
                    </w:r>
                  </w:p>
                  <w:p w14:paraId="54FF0980" w14:textId="77777777" w:rsidR="005328A6" w:rsidRPr="008763BF" w:rsidRDefault="005328A6" w:rsidP="00B14D73">
                    <w:pPr>
                      <w:pStyle w:val="DALLMERUnivers"/>
                    </w:pPr>
                    <w:r w:rsidRPr="008763BF">
                      <w:t>59757 Arnsberg</w:t>
                    </w:r>
                  </w:p>
                  <w:p w14:paraId="571C6338" w14:textId="77777777" w:rsidR="005328A6" w:rsidRPr="00D1728B" w:rsidRDefault="005328A6" w:rsidP="00B14D73">
                    <w:pPr>
                      <w:pStyle w:val="DALLMERUnivers"/>
                      <w:rPr>
                        <w:lang w:val="en-GB"/>
                      </w:rPr>
                    </w:pPr>
                    <w:r w:rsidRPr="00D1728B">
                      <w:rPr>
                        <w:lang w:val="en-GB"/>
                      </w:rPr>
                      <w:t>Germany</w:t>
                    </w:r>
                  </w:p>
                  <w:p w14:paraId="77172E83" w14:textId="77777777" w:rsidR="005328A6" w:rsidRPr="00D1728B" w:rsidRDefault="005328A6" w:rsidP="00D90348">
                    <w:pPr>
                      <w:pStyle w:val="DALLMERUnivers"/>
                      <w:ind w:left="0" w:firstLine="0"/>
                      <w:rPr>
                        <w:lang w:val="en-GB"/>
                      </w:rPr>
                    </w:pPr>
                  </w:p>
                  <w:p w14:paraId="4F604941" w14:textId="77777777" w:rsidR="005328A6" w:rsidRPr="00D1728B" w:rsidRDefault="005328A6" w:rsidP="00B14D73">
                    <w:pPr>
                      <w:pStyle w:val="DALLMERUnivers"/>
                      <w:rPr>
                        <w:lang w:val="en-GB"/>
                      </w:rPr>
                    </w:pPr>
                    <w:r w:rsidRPr="00D1728B">
                      <w:rPr>
                        <w:lang w:val="en-GB"/>
                      </w:rPr>
                      <w:t>Managing Director:</w:t>
                    </w:r>
                  </w:p>
                  <w:p w14:paraId="3BE73195" w14:textId="77777777" w:rsidR="005328A6" w:rsidRPr="009C4C06" w:rsidRDefault="005328A6" w:rsidP="00B14D73">
                    <w:pPr>
                      <w:pStyle w:val="DALLMERUnivers"/>
                      <w:rPr>
                        <w:lang w:val="en-GB"/>
                      </w:rPr>
                    </w:pPr>
                    <w:r w:rsidRPr="009C4C06">
                      <w:rPr>
                        <w:lang w:val="en-GB"/>
                      </w:rPr>
                      <w:t>Dipl.-Ing. Johannes Dallmer</w:t>
                    </w:r>
                  </w:p>
                  <w:p w14:paraId="2F65FB58" w14:textId="77777777" w:rsidR="005328A6" w:rsidRPr="00D1728B" w:rsidRDefault="005328A6" w:rsidP="00B14D73">
                    <w:pPr>
                      <w:pStyle w:val="DALLMERUnivers"/>
                      <w:rPr>
                        <w:lang w:val="en-GB"/>
                      </w:rPr>
                    </w:pPr>
                    <w:r w:rsidRPr="009C4C06">
                      <w:rPr>
                        <w:lang w:val="en-GB"/>
                      </w:rPr>
                      <w:t xml:space="preserve">Dipl.-Btrw. </w:t>
                    </w:r>
                    <w:r w:rsidRPr="00D1728B">
                      <w:rPr>
                        <w:lang w:val="en-GB"/>
                      </w:rPr>
                      <w:t xml:space="preserve">Yvonne </w:t>
                    </w:r>
                    <w:proofErr w:type="spellStart"/>
                    <w:r w:rsidRPr="00D1728B">
                      <w:rPr>
                        <w:lang w:val="en-GB"/>
                      </w:rPr>
                      <w:t>Dallmer</w:t>
                    </w:r>
                    <w:proofErr w:type="spellEnd"/>
                  </w:p>
                  <w:p w14:paraId="76682D1E" w14:textId="77777777" w:rsidR="005328A6" w:rsidRPr="00D1728B" w:rsidRDefault="005328A6" w:rsidP="00B14D73">
                    <w:pPr>
                      <w:pStyle w:val="DALLMERUnivers"/>
                      <w:rPr>
                        <w:lang w:val="en-GB"/>
                      </w:rPr>
                    </w:pPr>
                    <w:r w:rsidRPr="00D1728B">
                      <w:rPr>
                        <w:lang w:val="en-GB"/>
                      </w:rPr>
                      <w:t xml:space="preserve">Dipl.-Ing. Harry </w:t>
                    </w:r>
                    <w:proofErr w:type="spellStart"/>
                    <w:r w:rsidRPr="00D1728B">
                      <w:rPr>
                        <w:lang w:val="en-GB"/>
                      </w:rPr>
                      <w:t>Bauermeister</w:t>
                    </w:r>
                    <w:proofErr w:type="spellEnd"/>
                  </w:p>
                  <w:p w14:paraId="1597C30C" w14:textId="77777777" w:rsidR="005328A6" w:rsidRPr="00D1728B" w:rsidRDefault="005328A6" w:rsidP="00B14D73">
                    <w:pPr>
                      <w:pStyle w:val="DALLMERUnivers"/>
                      <w:rPr>
                        <w:lang w:val="en-GB"/>
                      </w:rPr>
                    </w:pPr>
                  </w:p>
                  <w:p w14:paraId="7A22739B" w14:textId="77777777" w:rsidR="005328A6" w:rsidRPr="00D1728B" w:rsidRDefault="005328A6" w:rsidP="00B14D73">
                    <w:pPr>
                      <w:pStyle w:val="DALLMERUnivers"/>
                      <w:rPr>
                        <w:lang w:val="en-GB"/>
                      </w:rPr>
                    </w:pPr>
                  </w:p>
                  <w:p w14:paraId="16B9EFC1" w14:textId="77777777" w:rsidR="005328A6" w:rsidRPr="00D1728B" w:rsidRDefault="005328A6" w:rsidP="00B14D73">
                    <w:pPr>
                      <w:pStyle w:val="DALLMERUnivers"/>
                      <w:rPr>
                        <w:lang w:val="en-GB"/>
                      </w:rPr>
                    </w:pPr>
                  </w:p>
                  <w:p w14:paraId="762F8F0F" w14:textId="77777777" w:rsidR="005328A6" w:rsidRPr="00D1728B" w:rsidRDefault="005328A6" w:rsidP="00D90348">
                    <w:pPr>
                      <w:pStyle w:val="DALLMERUnivers"/>
                      <w:rPr>
                        <w:lang w:val="en-GB"/>
                      </w:rPr>
                    </w:pPr>
                    <w:r w:rsidRPr="00D1728B">
                      <w:rPr>
                        <w:lang w:val="en-GB"/>
                      </w:rPr>
                      <w:t>Reprint free of charge - copy requested</w:t>
                    </w:r>
                  </w:p>
                  <w:p w14:paraId="19902B63" w14:textId="77777777" w:rsidR="005328A6" w:rsidRPr="00D1728B" w:rsidRDefault="005328A6" w:rsidP="00B14D73">
                    <w:pPr>
                      <w:pStyle w:val="DALLMERUnivers"/>
                      <w:rPr>
                        <w:lang w:val="en-GB"/>
                      </w:rPr>
                    </w:pPr>
                  </w:p>
                </w:txbxContent>
              </v:textbox>
              <w10:wrap anchorx="page" anchory="page"/>
            </v:shape>
          </w:pict>
        </mc:Fallback>
      </mc:AlternateContent>
    </w:r>
    <w:r>
      <w:ptab w:relativeTo="margin" w:alignment="left" w:leader="none"/>
    </w:r>
    <w:r>
      <w:rPr>
        <w:noProof/>
      </w:rPr>
      <w:drawing>
        <wp:anchor distT="0" distB="0" distL="114300" distR="114300" simplePos="0" relativeHeight="251659264" behindDoc="0" locked="0" layoutInCell="1" allowOverlap="1" wp14:anchorId="64BA0814" wp14:editId="4FD4E213">
          <wp:simplePos x="0" y="0"/>
          <wp:positionH relativeFrom="page">
            <wp:posOffset>2908300</wp:posOffset>
          </wp:positionH>
          <wp:positionV relativeFrom="page">
            <wp:posOffset>755015</wp:posOffset>
          </wp:positionV>
          <wp:extent cx="1799590" cy="309245"/>
          <wp:effectExtent l="0" t="0" r="0" b="0"/>
          <wp:wrapNone/>
          <wp:docPr id="150" name="Grafik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3092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35503"/>
    <w:multiLevelType w:val="hybridMultilevel"/>
    <w:tmpl w:val="5B9E27D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230952DD"/>
    <w:multiLevelType w:val="hybridMultilevel"/>
    <w:tmpl w:val="26E6AC1E"/>
    <w:lvl w:ilvl="0" w:tplc="9206875A">
      <w:numFmt w:val="bullet"/>
      <w:lvlText w:val="-"/>
      <w:lvlJc w:val="left"/>
      <w:pPr>
        <w:ind w:left="720" w:hanging="360"/>
      </w:pPr>
      <w:rPr>
        <w:rFonts w:ascii="Univers Com 47 Light Cond" w:eastAsia="Times New Roman" w:hAnsi="Univers Com 47 Light Cond"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CBA0F9C"/>
    <w:multiLevelType w:val="hybridMultilevel"/>
    <w:tmpl w:val="74C4E0DE"/>
    <w:lvl w:ilvl="0" w:tplc="05C0E7CE">
      <w:numFmt w:val="bullet"/>
      <w:lvlText w:val="-"/>
      <w:lvlJc w:val="left"/>
      <w:pPr>
        <w:ind w:left="720" w:hanging="360"/>
      </w:pPr>
      <w:rPr>
        <w:rFonts w:ascii="Univers 47 CondensedLight" w:eastAsia="Times New Roman" w:hAnsi="Univers 47 CondensedLight"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characterSpacingControl w:val="doNotCompress"/>
  <w:savePreviewPicture/>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9E6"/>
    <w:rsid w:val="00000BD9"/>
    <w:rsid w:val="00006114"/>
    <w:rsid w:val="00011EDD"/>
    <w:rsid w:val="000142F5"/>
    <w:rsid w:val="0001525B"/>
    <w:rsid w:val="00016490"/>
    <w:rsid w:val="00020092"/>
    <w:rsid w:val="0002270B"/>
    <w:rsid w:val="0002443B"/>
    <w:rsid w:val="00033AAA"/>
    <w:rsid w:val="00033C36"/>
    <w:rsid w:val="00040E7D"/>
    <w:rsid w:val="00041624"/>
    <w:rsid w:val="00043DE9"/>
    <w:rsid w:val="000445FE"/>
    <w:rsid w:val="00044676"/>
    <w:rsid w:val="00044B09"/>
    <w:rsid w:val="0004661A"/>
    <w:rsid w:val="00046673"/>
    <w:rsid w:val="00046696"/>
    <w:rsid w:val="00052C5B"/>
    <w:rsid w:val="00053AC9"/>
    <w:rsid w:val="00053B39"/>
    <w:rsid w:val="00056B23"/>
    <w:rsid w:val="00057F75"/>
    <w:rsid w:val="0006031A"/>
    <w:rsid w:val="00062E85"/>
    <w:rsid w:val="00066F80"/>
    <w:rsid w:val="00067BA3"/>
    <w:rsid w:val="00067E5F"/>
    <w:rsid w:val="00072DA8"/>
    <w:rsid w:val="000737E0"/>
    <w:rsid w:val="00073D60"/>
    <w:rsid w:val="000742B8"/>
    <w:rsid w:val="00074A81"/>
    <w:rsid w:val="00076340"/>
    <w:rsid w:val="000800CF"/>
    <w:rsid w:val="000808C1"/>
    <w:rsid w:val="0008395E"/>
    <w:rsid w:val="00086E42"/>
    <w:rsid w:val="00090A20"/>
    <w:rsid w:val="0009521A"/>
    <w:rsid w:val="000A6C77"/>
    <w:rsid w:val="000A78EE"/>
    <w:rsid w:val="000A7921"/>
    <w:rsid w:val="000A7AA4"/>
    <w:rsid w:val="000B0C8A"/>
    <w:rsid w:val="000B0ECE"/>
    <w:rsid w:val="000B2AC3"/>
    <w:rsid w:val="000B3349"/>
    <w:rsid w:val="000B5D3F"/>
    <w:rsid w:val="000C110B"/>
    <w:rsid w:val="000C279A"/>
    <w:rsid w:val="000C39D8"/>
    <w:rsid w:val="000C523C"/>
    <w:rsid w:val="000C57A0"/>
    <w:rsid w:val="000D2212"/>
    <w:rsid w:val="000D3938"/>
    <w:rsid w:val="000D4C59"/>
    <w:rsid w:val="000D4C5D"/>
    <w:rsid w:val="000D580A"/>
    <w:rsid w:val="000D5C56"/>
    <w:rsid w:val="000D661A"/>
    <w:rsid w:val="000D7580"/>
    <w:rsid w:val="000E1C3B"/>
    <w:rsid w:val="000E20A8"/>
    <w:rsid w:val="000F2F7A"/>
    <w:rsid w:val="000F653E"/>
    <w:rsid w:val="000F6BFA"/>
    <w:rsid w:val="00101A87"/>
    <w:rsid w:val="00104AB5"/>
    <w:rsid w:val="00106C3C"/>
    <w:rsid w:val="00106EFC"/>
    <w:rsid w:val="0010703D"/>
    <w:rsid w:val="00111730"/>
    <w:rsid w:val="001118EB"/>
    <w:rsid w:val="00112BBF"/>
    <w:rsid w:val="00112DF7"/>
    <w:rsid w:val="00112E99"/>
    <w:rsid w:val="0011339C"/>
    <w:rsid w:val="001136DF"/>
    <w:rsid w:val="00113A99"/>
    <w:rsid w:val="00114293"/>
    <w:rsid w:val="00115945"/>
    <w:rsid w:val="00115C14"/>
    <w:rsid w:val="0011619F"/>
    <w:rsid w:val="001168AB"/>
    <w:rsid w:val="0012185B"/>
    <w:rsid w:val="00121EE0"/>
    <w:rsid w:val="0012206B"/>
    <w:rsid w:val="00123B2A"/>
    <w:rsid w:val="001244EC"/>
    <w:rsid w:val="0012485A"/>
    <w:rsid w:val="00124F65"/>
    <w:rsid w:val="00126DBB"/>
    <w:rsid w:val="0013039B"/>
    <w:rsid w:val="00132340"/>
    <w:rsid w:val="00132E37"/>
    <w:rsid w:val="00134A32"/>
    <w:rsid w:val="00135269"/>
    <w:rsid w:val="001374AD"/>
    <w:rsid w:val="00140B52"/>
    <w:rsid w:val="0014137B"/>
    <w:rsid w:val="00142741"/>
    <w:rsid w:val="00143EF2"/>
    <w:rsid w:val="0014648F"/>
    <w:rsid w:val="00150BB7"/>
    <w:rsid w:val="00150D30"/>
    <w:rsid w:val="00151504"/>
    <w:rsid w:val="00154C74"/>
    <w:rsid w:val="00154E86"/>
    <w:rsid w:val="00156196"/>
    <w:rsid w:val="00162DD3"/>
    <w:rsid w:val="00166373"/>
    <w:rsid w:val="00167651"/>
    <w:rsid w:val="00173568"/>
    <w:rsid w:val="00174F0B"/>
    <w:rsid w:val="00177742"/>
    <w:rsid w:val="00177DDB"/>
    <w:rsid w:val="001808EC"/>
    <w:rsid w:val="00181593"/>
    <w:rsid w:val="00183F47"/>
    <w:rsid w:val="00184A2C"/>
    <w:rsid w:val="00184B74"/>
    <w:rsid w:val="00185BEE"/>
    <w:rsid w:val="00186163"/>
    <w:rsid w:val="0019083C"/>
    <w:rsid w:val="001917DE"/>
    <w:rsid w:val="001937C6"/>
    <w:rsid w:val="00195748"/>
    <w:rsid w:val="00197B61"/>
    <w:rsid w:val="001A341B"/>
    <w:rsid w:val="001A5638"/>
    <w:rsid w:val="001A74E6"/>
    <w:rsid w:val="001A7883"/>
    <w:rsid w:val="001B2B93"/>
    <w:rsid w:val="001B35C3"/>
    <w:rsid w:val="001B3AA1"/>
    <w:rsid w:val="001B41E1"/>
    <w:rsid w:val="001B4D54"/>
    <w:rsid w:val="001B51BA"/>
    <w:rsid w:val="001B5DBA"/>
    <w:rsid w:val="001B6CD0"/>
    <w:rsid w:val="001C0BA9"/>
    <w:rsid w:val="001C1A62"/>
    <w:rsid w:val="001C1E36"/>
    <w:rsid w:val="001C33D5"/>
    <w:rsid w:val="001C3FE2"/>
    <w:rsid w:val="001C4411"/>
    <w:rsid w:val="001C68CF"/>
    <w:rsid w:val="001D16CB"/>
    <w:rsid w:val="001D19EB"/>
    <w:rsid w:val="001D2A53"/>
    <w:rsid w:val="001E1D42"/>
    <w:rsid w:val="001E26C5"/>
    <w:rsid w:val="001E42D2"/>
    <w:rsid w:val="001E4CAE"/>
    <w:rsid w:val="001E7F43"/>
    <w:rsid w:val="001F351A"/>
    <w:rsid w:val="001F40CC"/>
    <w:rsid w:val="001F4E45"/>
    <w:rsid w:val="001F6947"/>
    <w:rsid w:val="001F703E"/>
    <w:rsid w:val="00200735"/>
    <w:rsid w:val="0020079F"/>
    <w:rsid w:val="00202B0E"/>
    <w:rsid w:val="002074A6"/>
    <w:rsid w:val="00211611"/>
    <w:rsid w:val="00213C4F"/>
    <w:rsid w:val="00215C69"/>
    <w:rsid w:val="00215EC6"/>
    <w:rsid w:val="002163A2"/>
    <w:rsid w:val="002167AC"/>
    <w:rsid w:val="00217D28"/>
    <w:rsid w:val="002218FC"/>
    <w:rsid w:val="00222530"/>
    <w:rsid w:val="00224233"/>
    <w:rsid w:val="00224EA0"/>
    <w:rsid w:val="00225C57"/>
    <w:rsid w:val="002308EF"/>
    <w:rsid w:val="0023135E"/>
    <w:rsid w:val="00231FAE"/>
    <w:rsid w:val="00232B62"/>
    <w:rsid w:val="00237108"/>
    <w:rsid w:val="00240988"/>
    <w:rsid w:val="00243F90"/>
    <w:rsid w:val="00244131"/>
    <w:rsid w:val="00244B2A"/>
    <w:rsid w:val="00244D88"/>
    <w:rsid w:val="00245994"/>
    <w:rsid w:val="00245BAF"/>
    <w:rsid w:val="0024639C"/>
    <w:rsid w:val="00246834"/>
    <w:rsid w:val="002506EE"/>
    <w:rsid w:val="00250B8C"/>
    <w:rsid w:val="00262081"/>
    <w:rsid w:val="0026317C"/>
    <w:rsid w:val="00264793"/>
    <w:rsid w:val="00265815"/>
    <w:rsid w:val="00265F72"/>
    <w:rsid w:val="0026614B"/>
    <w:rsid w:val="00266486"/>
    <w:rsid w:val="002673A1"/>
    <w:rsid w:val="002749D4"/>
    <w:rsid w:val="00274AAC"/>
    <w:rsid w:val="00275CF5"/>
    <w:rsid w:val="00280547"/>
    <w:rsid w:val="002814AF"/>
    <w:rsid w:val="00281D8E"/>
    <w:rsid w:val="0028462F"/>
    <w:rsid w:val="00284F5F"/>
    <w:rsid w:val="00290658"/>
    <w:rsid w:val="0029257D"/>
    <w:rsid w:val="00294631"/>
    <w:rsid w:val="002967D8"/>
    <w:rsid w:val="002A0B32"/>
    <w:rsid w:val="002A1EC1"/>
    <w:rsid w:val="002A206D"/>
    <w:rsid w:val="002A22C0"/>
    <w:rsid w:val="002A2486"/>
    <w:rsid w:val="002A2A6D"/>
    <w:rsid w:val="002A2F78"/>
    <w:rsid w:val="002A5327"/>
    <w:rsid w:val="002A5A29"/>
    <w:rsid w:val="002B0D98"/>
    <w:rsid w:val="002B1BF3"/>
    <w:rsid w:val="002B2AF8"/>
    <w:rsid w:val="002B31F6"/>
    <w:rsid w:val="002B6893"/>
    <w:rsid w:val="002B722F"/>
    <w:rsid w:val="002C22AE"/>
    <w:rsid w:val="002C3334"/>
    <w:rsid w:val="002C4329"/>
    <w:rsid w:val="002C68FD"/>
    <w:rsid w:val="002C7882"/>
    <w:rsid w:val="002D0699"/>
    <w:rsid w:val="002D31BA"/>
    <w:rsid w:val="002D3894"/>
    <w:rsid w:val="002D4716"/>
    <w:rsid w:val="002D7547"/>
    <w:rsid w:val="002D7793"/>
    <w:rsid w:val="002D7A94"/>
    <w:rsid w:val="002E3ACE"/>
    <w:rsid w:val="002E66A4"/>
    <w:rsid w:val="002E68C4"/>
    <w:rsid w:val="002E7823"/>
    <w:rsid w:val="002E7904"/>
    <w:rsid w:val="002F09E6"/>
    <w:rsid w:val="002F1098"/>
    <w:rsid w:val="002F4167"/>
    <w:rsid w:val="002F4F2D"/>
    <w:rsid w:val="002F6D88"/>
    <w:rsid w:val="002F7C57"/>
    <w:rsid w:val="00301AFE"/>
    <w:rsid w:val="003066C2"/>
    <w:rsid w:val="00306CB2"/>
    <w:rsid w:val="0030728B"/>
    <w:rsid w:val="00307A75"/>
    <w:rsid w:val="003108E4"/>
    <w:rsid w:val="00311C64"/>
    <w:rsid w:val="00312018"/>
    <w:rsid w:val="00312D73"/>
    <w:rsid w:val="00314843"/>
    <w:rsid w:val="00315D57"/>
    <w:rsid w:val="0031609D"/>
    <w:rsid w:val="003179C3"/>
    <w:rsid w:val="00320247"/>
    <w:rsid w:val="00320B88"/>
    <w:rsid w:val="003232DB"/>
    <w:rsid w:val="00323488"/>
    <w:rsid w:val="00323C11"/>
    <w:rsid w:val="00323E89"/>
    <w:rsid w:val="00326128"/>
    <w:rsid w:val="003300F0"/>
    <w:rsid w:val="00330B89"/>
    <w:rsid w:val="00331937"/>
    <w:rsid w:val="00331D85"/>
    <w:rsid w:val="00332B2E"/>
    <w:rsid w:val="00335A4B"/>
    <w:rsid w:val="00340FDE"/>
    <w:rsid w:val="00344271"/>
    <w:rsid w:val="00344345"/>
    <w:rsid w:val="003455F7"/>
    <w:rsid w:val="003460B2"/>
    <w:rsid w:val="0034724C"/>
    <w:rsid w:val="00351390"/>
    <w:rsid w:val="00351A5B"/>
    <w:rsid w:val="003521B0"/>
    <w:rsid w:val="00352D92"/>
    <w:rsid w:val="00355615"/>
    <w:rsid w:val="00355882"/>
    <w:rsid w:val="0036032D"/>
    <w:rsid w:val="00362957"/>
    <w:rsid w:val="00365129"/>
    <w:rsid w:val="0036597D"/>
    <w:rsid w:val="00366871"/>
    <w:rsid w:val="00373F03"/>
    <w:rsid w:val="00382696"/>
    <w:rsid w:val="00383C86"/>
    <w:rsid w:val="00385F30"/>
    <w:rsid w:val="003913EA"/>
    <w:rsid w:val="00392BFB"/>
    <w:rsid w:val="0039666C"/>
    <w:rsid w:val="0039787F"/>
    <w:rsid w:val="003A5F22"/>
    <w:rsid w:val="003A776D"/>
    <w:rsid w:val="003B01D3"/>
    <w:rsid w:val="003B1005"/>
    <w:rsid w:val="003B172E"/>
    <w:rsid w:val="003B1883"/>
    <w:rsid w:val="003B548B"/>
    <w:rsid w:val="003B5F94"/>
    <w:rsid w:val="003B7B8E"/>
    <w:rsid w:val="003C0B86"/>
    <w:rsid w:val="003C0D0D"/>
    <w:rsid w:val="003C2692"/>
    <w:rsid w:val="003C5058"/>
    <w:rsid w:val="003C5EBD"/>
    <w:rsid w:val="003C5FD6"/>
    <w:rsid w:val="003C616D"/>
    <w:rsid w:val="003C6EB0"/>
    <w:rsid w:val="003D0916"/>
    <w:rsid w:val="003D11F8"/>
    <w:rsid w:val="003D37EF"/>
    <w:rsid w:val="003D456C"/>
    <w:rsid w:val="003D6100"/>
    <w:rsid w:val="003D729A"/>
    <w:rsid w:val="003D7983"/>
    <w:rsid w:val="003E168B"/>
    <w:rsid w:val="003E23F4"/>
    <w:rsid w:val="003E595F"/>
    <w:rsid w:val="003E7B0E"/>
    <w:rsid w:val="003F1125"/>
    <w:rsid w:val="003F1306"/>
    <w:rsid w:val="003F4A3F"/>
    <w:rsid w:val="003F6382"/>
    <w:rsid w:val="003F6D58"/>
    <w:rsid w:val="003F7262"/>
    <w:rsid w:val="003F7B01"/>
    <w:rsid w:val="00401C5D"/>
    <w:rsid w:val="00402F22"/>
    <w:rsid w:val="004033DD"/>
    <w:rsid w:val="00403B8D"/>
    <w:rsid w:val="0040691C"/>
    <w:rsid w:val="0040762C"/>
    <w:rsid w:val="00410091"/>
    <w:rsid w:val="004105D6"/>
    <w:rsid w:val="00413464"/>
    <w:rsid w:val="00413B57"/>
    <w:rsid w:val="00416B26"/>
    <w:rsid w:val="004205B1"/>
    <w:rsid w:val="00424B55"/>
    <w:rsid w:val="00424BAD"/>
    <w:rsid w:val="00424E6D"/>
    <w:rsid w:val="00424F55"/>
    <w:rsid w:val="0042529A"/>
    <w:rsid w:val="00426CE0"/>
    <w:rsid w:val="00426FAC"/>
    <w:rsid w:val="00427123"/>
    <w:rsid w:val="0043093C"/>
    <w:rsid w:val="00431B2E"/>
    <w:rsid w:val="004347FD"/>
    <w:rsid w:val="004364C1"/>
    <w:rsid w:val="00436712"/>
    <w:rsid w:val="00436CBA"/>
    <w:rsid w:val="00442103"/>
    <w:rsid w:val="00442739"/>
    <w:rsid w:val="004430C9"/>
    <w:rsid w:val="00444FBE"/>
    <w:rsid w:val="004472E5"/>
    <w:rsid w:val="00450088"/>
    <w:rsid w:val="0045337C"/>
    <w:rsid w:val="0045652E"/>
    <w:rsid w:val="0045654E"/>
    <w:rsid w:val="00460614"/>
    <w:rsid w:val="004611FE"/>
    <w:rsid w:val="00461230"/>
    <w:rsid w:val="004629D5"/>
    <w:rsid w:val="00462A4D"/>
    <w:rsid w:val="00467A41"/>
    <w:rsid w:val="00467A9F"/>
    <w:rsid w:val="00467C53"/>
    <w:rsid w:val="00471503"/>
    <w:rsid w:val="004724D5"/>
    <w:rsid w:val="00473150"/>
    <w:rsid w:val="00475A5F"/>
    <w:rsid w:val="00476BBC"/>
    <w:rsid w:val="00480B79"/>
    <w:rsid w:val="00482142"/>
    <w:rsid w:val="004826BC"/>
    <w:rsid w:val="004848A6"/>
    <w:rsid w:val="004851CC"/>
    <w:rsid w:val="00485FC2"/>
    <w:rsid w:val="004877EA"/>
    <w:rsid w:val="004923B3"/>
    <w:rsid w:val="00492D7A"/>
    <w:rsid w:val="00494691"/>
    <w:rsid w:val="00494903"/>
    <w:rsid w:val="0049497A"/>
    <w:rsid w:val="00495A11"/>
    <w:rsid w:val="00496822"/>
    <w:rsid w:val="00497A6E"/>
    <w:rsid w:val="004A0869"/>
    <w:rsid w:val="004A31F6"/>
    <w:rsid w:val="004A470E"/>
    <w:rsid w:val="004A6098"/>
    <w:rsid w:val="004B13D8"/>
    <w:rsid w:val="004B20BE"/>
    <w:rsid w:val="004B2E75"/>
    <w:rsid w:val="004B3A49"/>
    <w:rsid w:val="004B463E"/>
    <w:rsid w:val="004B56DB"/>
    <w:rsid w:val="004B792E"/>
    <w:rsid w:val="004C3745"/>
    <w:rsid w:val="004C3835"/>
    <w:rsid w:val="004C6052"/>
    <w:rsid w:val="004C7019"/>
    <w:rsid w:val="004D0356"/>
    <w:rsid w:val="004D2D62"/>
    <w:rsid w:val="004D4715"/>
    <w:rsid w:val="004D77AE"/>
    <w:rsid w:val="004E460E"/>
    <w:rsid w:val="004E7828"/>
    <w:rsid w:val="004F0667"/>
    <w:rsid w:val="004F190A"/>
    <w:rsid w:val="004F210D"/>
    <w:rsid w:val="004F3FED"/>
    <w:rsid w:val="004F478E"/>
    <w:rsid w:val="004F4BCC"/>
    <w:rsid w:val="004F4D36"/>
    <w:rsid w:val="004F544E"/>
    <w:rsid w:val="004F54B6"/>
    <w:rsid w:val="004F5CED"/>
    <w:rsid w:val="004F6653"/>
    <w:rsid w:val="004F7D8D"/>
    <w:rsid w:val="00502A28"/>
    <w:rsid w:val="00505A0C"/>
    <w:rsid w:val="00506912"/>
    <w:rsid w:val="0050691E"/>
    <w:rsid w:val="005106C3"/>
    <w:rsid w:val="00511089"/>
    <w:rsid w:val="00511716"/>
    <w:rsid w:val="005148E6"/>
    <w:rsid w:val="00520336"/>
    <w:rsid w:val="00522260"/>
    <w:rsid w:val="00525755"/>
    <w:rsid w:val="0052676A"/>
    <w:rsid w:val="00526BCC"/>
    <w:rsid w:val="00527300"/>
    <w:rsid w:val="00531A85"/>
    <w:rsid w:val="005328A6"/>
    <w:rsid w:val="00532BD0"/>
    <w:rsid w:val="0053338E"/>
    <w:rsid w:val="0053410B"/>
    <w:rsid w:val="00534BF2"/>
    <w:rsid w:val="00534CE2"/>
    <w:rsid w:val="0053553B"/>
    <w:rsid w:val="0053583A"/>
    <w:rsid w:val="005361D0"/>
    <w:rsid w:val="0053663D"/>
    <w:rsid w:val="005371D7"/>
    <w:rsid w:val="00537798"/>
    <w:rsid w:val="00537DB7"/>
    <w:rsid w:val="005405A8"/>
    <w:rsid w:val="005414E6"/>
    <w:rsid w:val="00542179"/>
    <w:rsid w:val="0054233B"/>
    <w:rsid w:val="00542937"/>
    <w:rsid w:val="00550202"/>
    <w:rsid w:val="00550C73"/>
    <w:rsid w:val="0055113A"/>
    <w:rsid w:val="00551775"/>
    <w:rsid w:val="00555176"/>
    <w:rsid w:val="00555BD4"/>
    <w:rsid w:val="00555F99"/>
    <w:rsid w:val="005570C2"/>
    <w:rsid w:val="005700D0"/>
    <w:rsid w:val="0057140C"/>
    <w:rsid w:val="00572EF5"/>
    <w:rsid w:val="005730EA"/>
    <w:rsid w:val="00573138"/>
    <w:rsid w:val="00573B7B"/>
    <w:rsid w:val="00573CA4"/>
    <w:rsid w:val="005777BD"/>
    <w:rsid w:val="00581B6E"/>
    <w:rsid w:val="00582429"/>
    <w:rsid w:val="00583D88"/>
    <w:rsid w:val="0058556E"/>
    <w:rsid w:val="00585751"/>
    <w:rsid w:val="00585DCF"/>
    <w:rsid w:val="00590E29"/>
    <w:rsid w:val="00591067"/>
    <w:rsid w:val="00592665"/>
    <w:rsid w:val="00593D2C"/>
    <w:rsid w:val="0059479C"/>
    <w:rsid w:val="005966C2"/>
    <w:rsid w:val="005A0266"/>
    <w:rsid w:val="005A0FDC"/>
    <w:rsid w:val="005A2267"/>
    <w:rsid w:val="005A4AAD"/>
    <w:rsid w:val="005A6D27"/>
    <w:rsid w:val="005B098C"/>
    <w:rsid w:val="005B11D2"/>
    <w:rsid w:val="005B174E"/>
    <w:rsid w:val="005B1827"/>
    <w:rsid w:val="005B1C6F"/>
    <w:rsid w:val="005B3DF0"/>
    <w:rsid w:val="005B4B1A"/>
    <w:rsid w:val="005B68F5"/>
    <w:rsid w:val="005C1BB0"/>
    <w:rsid w:val="005C1C6A"/>
    <w:rsid w:val="005C3056"/>
    <w:rsid w:val="005C33B4"/>
    <w:rsid w:val="005C349A"/>
    <w:rsid w:val="005C39D6"/>
    <w:rsid w:val="005C53B8"/>
    <w:rsid w:val="005D0A90"/>
    <w:rsid w:val="005D1660"/>
    <w:rsid w:val="005D3199"/>
    <w:rsid w:val="005D39BC"/>
    <w:rsid w:val="005D3D15"/>
    <w:rsid w:val="005D4EC8"/>
    <w:rsid w:val="005E05D9"/>
    <w:rsid w:val="005E5590"/>
    <w:rsid w:val="005E6441"/>
    <w:rsid w:val="005E7A6D"/>
    <w:rsid w:val="005F154C"/>
    <w:rsid w:val="005F15F3"/>
    <w:rsid w:val="005F22F8"/>
    <w:rsid w:val="005F47F1"/>
    <w:rsid w:val="005F50F5"/>
    <w:rsid w:val="005F7027"/>
    <w:rsid w:val="005F71B4"/>
    <w:rsid w:val="005F7372"/>
    <w:rsid w:val="00604CCE"/>
    <w:rsid w:val="00604FBE"/>
    <w:rsid w:val="006053FC"/>
    <w:rsid w:val="006058E7"/>
    <w:rsid w:val="00605C27"/>
    <w:rsid w:val="00607819"/>
    <w:rsid w:val="00610A3A"/>
    <w:rsid w:val="00615C81"/>
    <w:rsid w:val="00615E57"/>
    <w:rsid w:val="00621500"/>
    <w:rsid w:val="0062160C"/>
    <w:rsid w:val="00621B38"/>
    <w:rsid w:val="00622A9B"/>
    <w:rsid w:val="00623E1A"/>
    <w:rsid w:val="00626E82"/>
    <w:rsid w:val="00632A71"/>
    <w:rsid w:val="00633B1F"/>
    <w:rsid w:val="00633CC1"/>
    <w:rsid w:val="00634892"/>
    <w:rsid w:val="0063594A"/>
    <w:rsid w:val="00637F85"/>
    <w:rsid w:val="006404C0"/>
    <w:rsid w:val="00652F1F"/>
    <w:rsid w:val="00653217"/>
    <w:rsid w:val="00654B3A"/>
    <w:rsid w:val="0066074E"/>
    <w:rsid w:val="006628D9"/>
    <w:rsid w:val="006657C6"/>
    <w:rsid w:val="006670A4"/>
    <w:rsid w:val="00667363"/>
    <w:rsid w:val="0066798E"/>
    <w:rsid w:val="00672F19"/>
    <w:rsid w:val="00674453"/>
    <w:rsid w:val="00674634"/>
    <w:rsid w:val="00674BBC"/>
    <w:rsid w:val="0067652D"/>
    <w:rsid w:val="006774A6"/>
    <w:rsid w:val="00677940"/>
    <w:rsid w:val="00677B29"/>
    <w:rsid w:val="00677C72"/>
    <w:rsid w:val="006809C6"/>
    <w:rsid w:val="00682D7B"/>
    <w:rsid w:val="006851C1"/>
    <w:rsid w:val="006873E8"/>
    <w:rsid w:val="00693DD8"/>
    <w:rsid w:val="00694487"/>
    <w:rsid w:val="00696B8C"/>
    <w:rsid w:val="00697DDC"/>
    <w:rsid w:val="006A41EC"/>
    <w:rsid w:val="006A4BFE"/>
    <w:rsid w:val="006A6204"/>
    <w:rsid w:val="006B073C"/>
    <w:rsid w:val="006B0AEF"/>
    <w:rsid w:val="006B6132"/>
    <w:rsid w:val="006B61BB"/>
    <w:rsid w:val="006B64B4"/>
    <w:rsid w:val="006B7DFD"/>
    <w:rsid w:val="006C2786"/>
    <w:rsid w:val="006D05F0"/>
    <w:rsid w:val="006D2D19"/>
    <w:rsid w:val="006D4391"/>
    <w:rsid w:val="006D4A78"/>
    <w:rsid w:val="006D4C22"/>
    <w:rsid w:val="006D5750"/>
    <w:rsid w:val="006D6729"/>
    <w:rsid w:val="006D6D61"/>
    <w:rsid w:val="006E11F9"/>
    <w:rsid w:val="006E4ACA"/>
    <w:rsid w:val="006E6022"/>
    <w:rsid w:val="006E6296"/>
    <w:rsid w:val="006E6B66"/>
    <w:rsid w:val="006F0518"/>
    <w:rsid w:val="006F222F"/>
    <w:rsid w:val="006F41C7"/>
    <w:rsid w:val="006F5BCD"/>
    <w:rsid w:val="006F5BD5"/>
    <w:rsid w:val="006F5DA5"/>
    <w:rsid w:val="006F7269"/>
    <w:rsid w:val="006F7ECA"/>
    <w:rsid w:val="00702265"/>
    <w:rsid w:val="00702AA8"/>
    <w:rsid w:val="00707F88"/>
    <w:rsid w:val="007139D3"/>
    <w:rsid w:val="007143B8"/>
    <w:rsid w:val="00715864"/>
    <w:rsid w:val="0071599A"/>
    <w:rsid w:val="00723E32"/>
    <w:rsid w:val="0072494F"/>
    <w:rsid w:val="00724B0A"/>
    <w:rsid w:val="00724C9B"/>
    <w:rsid w:val="00724DB7"/>
    <w:rsid w:val="00733A78"/>
    <w:rsid w:val="00736DBB"/>
    <w:rsid w:val="00742403"/>
    <w:rsid w:val="00743648"/>
    <w:rsid w:val="007437B6"/>
    <w:rsid w:val="0074440E"/>
    <w:rsid w:val="00744B2F"/>
    <w:rsid w:val="0074717D"/>
    <w:rsid w:val="00747A79"/>
    <w:rsid w:val="007500CA"/>
    <w:rsid w:val="0075148F"/>
    <w:rsid w:val="00751C91"/>
    <w:rsid w:val="00752BDA"/>
    <w:rsid w:val="00752E6F"/>
    <w:rsid w:val="00755983"/>
    <w:rsid w:val="00756781"/>
    <w:rsid w:val="007573E0"/>
    <w:rsid w:val="00762A1A"/>
    <w:rsid w:val="00765001"/>
    <w:rsid w:val="00767323"/>
    <w:rsid w:val="007718CA"/>
    <w:rsid w:val="00771FC6"/>
    <w:rsid w:val="00772209"/>
    <w:rsid w:val="0077263D"/>
    <w:rsid w:val="0077265B"/>
    <w:rsid w:val="00774D9A"/>
    <w:rsid w:val="0078249E"/>
    <w:rsid w:val="00784491"/>
    <w:rsid w:val="00784660"/>
    <w:rsid w:val="00785F1D"/>
    <w:rsid w:val="00786B16"/>
    <w:rsid w:val="00787513"/>
    <w:rsid w:val="00791FEA"/>
    <w:rsid w:val="007929EF"/>
    <w:rsid w:val="00792A34"/>
    <w:rsid w:val="00792FA0"/>
    <w:rsid w:val="007935BC"/>
    <w:rsid w:val="00794833"/>
    <w:rsid w:val="00795E31"/>
    <w:rsid w:val="00797FE2"/>
    <w:rsid w:val="007A121E"/>
    <w:rsid w:val="007A1EC8"/>
    <w:rsid w:val="007A3D24"/>
    <w:rsid w:val="007A4D1B"/>
    <w:rsid w:val="007A7F8A"/>
    <w:rsid w:val="007B02EA"/>
    <w:rsid w:val="007B1190"/>
    <w:rsid w:val="007B39B9"/>
    <w:rsid w:val="007B3D35"/>
    <w:rsid w:val="007B53B5"/>
    <w:rsid w:val="007B6BC1"/>
    <w:rsid w:val="007C5A62"/>
    <w:rsid w:val="007C63B4"/>
    <w:rsid w:val="007C678C"/>
    <w:rsid w:val="007C6909"/>
    <w:rsid w:val="007C6C2F"/>
    <w:rsid w:val="007C6D1C"/>
    <w:rsid w:val="007C77D7"/>
    <w:rsid w:val="007D4881"/>
    <w:rsid w:val="007D4C81"/>
    <w:rsid w:val="007D58BE"/>
    <w:rsid w:val="007E17AC"/>
    <w:rsid w:val="007E18C6"/>
    <w:rsid w:val="007E1F57"/>
    <w:rsid w:val="007E36F1"/>
    <w:rsid w:val="007E3AB6"/>
    <w:rsid w:val="007E4503"/>
    <w:rsid w:val="007E46CB"/>
    <w:rsid w:val="007E472D"/>
    <w:rsid w:val="007E4CC9"/>
    <w:rsid w:val="007E6C22"/>
    <w:rsid w:val="007F0D36"/>
    <w:rsid w:val="007F6183"/>
    <w:rsid w:val="007F7216"/>
    <w:rsid w:val="00801BB9"/>
    <w:rsid w:val="00801C23"/>
    <w:rsid w:val="00803775"/>
    <w:rsid w:val="00805501"/>
    <w:rsid w:val="00807488"/>
    <w:rsid w:val="008077AB"/>
    <w:rsid w:val="00817965"/>
    <w:rsid w:val="008224A9"/>
    <w:rsid w:val="00824511"/>
    <w:rsid w:val="0082576A"/>
    <w:rsid w:val="00826950"/>
    <w:rsid w:val="008271F1"/>
    <w:rsid w:val="00832338"/>
    <w:rsid w:val="00835607"/>
    <w:rsid w:val="008361D1"/>
    <w:rsid w:val="00836838"/>
    <w:rsid w:val="00836C50"/>
    <w:rsid w:val="00842FB7"/>
    <w:rsid w:val="008432AB"/>
    <w:rsid w:val="0084492D"/>
    <w:rsid w:val="00844D3D"/>
    <w:rsid w:val="008452B9"/>
    <w:rsid w:val="00855546"/>
    <w:rsid w:val="00860CB5"/>
    <w:rsid w:val="00860F1C"/>
    <w:rsid w:val="00861B2D"/>
    <w:rsid w:val="00863296"/>
    <w:rsid w:val="00864C51"/>
    <w:rsid w:val="00865132"/>
    <w:rsid w:val="00867F22"/>
    <w:rsid w:val="00875A4C"/>
    <w:rsid w:val="008763BF"/>
    <w:rsid w:val="00876482"/>
    <w:rsid w:val="00876EF5"/>
    <w:rsid w:val="00880539"/>
    <w:rsid w:val="00880E1F"/>
    <w:rsid w:val="00885859"/>
    <w:rsid w:val="008867BF"/>
    <w:rsid w:val="008871FF"/>
    <w:rsid w:val="008875A9"/>
    <w:rsid w:val="0088770B"/>
    <w:rsid w:val="00892A41"/>
    <w:rsid w:val="008950C4"/>
    <w:rsid w:val="008954AD"/>
    <w:rsid w:val="00896DF4"/>
    <w:rsid w:val="008975BD"/>
    <w:rsid w:val="008A2033"/>
    <w:rsid w:val="008A2EE8"/>
    <w:rsid w:val="008A6EF1"/>
    <w:rsid w:val="008A73E8"/>
    <w:rsid w:val="008B0E34"/>
    <w:rsid w:val="008B0F79"/>
    <w:rsid w:val="008B1D11"/>
    <w:rsid w:val="008B2598"/>
    <w:rsid w:val="008B2C09"/>
    <w:rsid w:val="008B3EF2"/>
    <w:rsid w:val="008B44CD"/>
    <w:rsid w:val="008B4EDC"/>
    <w:rsid w:val="008B5D49"/>
    <w:rsid w:val="008B798E"/>
    <w:rsid w:val="008B7C84"/>
    <w:rsid w:val="008C285A"/>
    <w:rsid w:val="008C2D62"/>
    <w:rsid w:val="008C54B0"/>
    <w:rsid w:val="008C56AB"/>
    <w:rsid w:val="008C798D"/>
    <w:rsid w:val="008D09E3"/>
    <w:rsid w:val="008D201A"/>
    <w:rsid w:val="008D55D6"/>
    <w:rsid w:val="008E4A63"/>
    <w:rsid w:val="008E5245"/>
    <w:rsid w:val="008E5BBD"/>
    <w:rsid w:val="008E5E0C"/>
    <w:rsid w:val="008F015F"/>
    <w:rsid w:val="008F1D39"/>
    <w:rsid w:val="008F2E4A"/>
    <w:rsid w:val="008F3AA9"/>
    <w:rsid w:val="008F67F2"/>
    <w:rsid w:val="008F78A0"/>
    <w:rsid w:val="00901037"/>
    <w:rsid w:val="00903C24"/>
    <w:rsid w:val="00904038"/>
    <w:rsid w:val="00911D02"/>
    <w:rsid w:val="00912C62"/>
    <w:rsid w:val="00913B64"/>
    <w:rsid w:val="00914DA1"/>
    <w:rsid w:val="00914F4A"/>
    <w:rsid w:val="00916DCA"/>
    <w:rsid w:val="009216CF"/>
    <w:rsid w:val="0092435D"/>
    <w:rsid w:val="0092688D"/>
    <w:rsid w:val="00931527"/>
    <w:rsid w:val="00940F70"/>
    <w:rsid w:val="009417D0"/>
    <w:rsid w:val="0094217D"/>
    <w:rsid w:val="00943D9B"/>
    <w:rsid w:val="0094412C"/>
    <w:rsid w:val="00945AC9"/>
    <w:rsid w:val="0095086A"/>
    <w:rsid w:val="00951715"/>
    <w:rsid w:val="0095249B"/>
    <w:rsid w:val="00954D02"/>
    <w:rsid w:val="00954F3C"/>
    <w:rsid w:val="00955560"/>
    <w:rsid w:val="00956B2D"/>
    <w:rsid w:val="00962A3A"/>
    <w:rsid w:val="00964AD0"/>
    <w:rsid w:val="009656A5"/>
    <w:rsid w:val="009675D7"/>
    <w:rsid w:val="00967987"/>
    <w:rsid w:val="009715F3"/>
    <w:rsid w:val="00973458"/>
    <w:rsid w:val="00977CF9"/>
    <w:rsid w:val="00980C35"/>
    <w:rsid w:val="0098131E"/>
    <w:rsid w:val="009832FD"/>
    <w:rsid w:val="0098732D"/>
    <w:rsid w:val="0099026A"/>
    <w:rsid w:val="00992E70"/>
    <w:rsid w:val="009A1F78"/>
    <w:rsid w:val="009A2054"/>
    <w:rsid w:val="009A46E0"/>
    <w:rsid w:val="009A479A"/>
    <w:rsid w:val="009B1CFE"/>
    <w:rsid w:val="009B2BD0"/>
    <w:rsid w:val="009B2D7B"/>
    <w:rsid w:val="009B5721"/>
    <w:rsid w:val="009C14BF"/>
    <w:rsid w:val="009C3B7E"/>
    <w:rsid w:val="009C4C06"/>
    <w:rsid w:val="009C63FC"/>
    <w:rsid w:val="009D012D"/>
    <w:rsid w:val="009D1D30"/>
    <w:rsid w:val="009D28A3"/>
    <w:rsid w:val="009D5B89"/>
    <w:rsid w:val="009E084A"/>
    <w:rsid w:val="009E0F34"/>
    <w:rsid w:val="009E0FF0"/>
    <w:rsid w:val="009E3721"/>
    <w:rsid w:val="009E40C2"/>
    <w:rsid w:val="009E4F3D"/>
    <w:rsid w:val="009E573B"/>
    <w:rsid w:val="009E7331"/>
    <w:rsid w:val="009E7DB7"/>
    <w:rsid w:val="009F1819"/>
    <w:rsid w:val="009F1A10"/>
    <w:rsid w:val="009F34E6"/>
    <w:rsid w:val="009F411A"/>
    <w:rsid w:val="009F6EFA"/>
    <w:rsid w:val="00A003A5"/>
    <w:rsid w:val="00A012A7"/>
    <w:rsid w:val="00A01E8F"/>
    <w:rsid w:val="00A05AE6"/>
    <w:rsid w:val="00A06B61"/>
    <w:rsid w:val="00A11511"/>
    <w:rsid w:val="00A11F18"/>
    <w:rsid w:val="00A21073"/>
    <w:rsid w:val="00A22C82"/>
    <w:rsid w:val="00A239D6"/>
    <w:rsid w:val="00A240AF"/>
    <w:rsid w:val="00A25EB3"/>
    <w:rsid w:val="00A25FAE"/>
    <w:rsid w:val="00A3100D"/>
    <w:rsid w:val="00A31344"/>
    <w:rsid w:val="00A316A1"/>
    <w:rsid w:val="00A319FD"/>
    <w:rsid w:val="00A34A63"/>
    <w:rsid w:val="00A35CF4"/>
    <w:rsid w:val="00A377CA"/>
    <w:rsid w:val="00A37EEE"/>
    <w:rsid w:val="00A44213"/>
    <w:rsid w:val="00A444C4"/>
    <w:rsid w:val="00A4665D"/>
    <w:rsid w:val="00A503F9"/>
    <w:rsid w:val="00A50715"/>
    <w:rsid w:val="00A538ED"/>
    <w:rsid w:val="00A53DA5"/>
    <w:rsid w:val="00A56200"/>
    <w:rsid w:val="00A57026"/>
    <w:rsid w:val="00A57B49"/>
    <w:rsid w:val="00A60174"/>
    <w:rsid w:val="00A629F3"/>
    <w:rsid w:val="00A62D4B"/>
    <w:rsid w:val="00A66B31"/>
    <w:rsid w:val="00A66D32"/>
    <w:rsid w:val="00A7083F"/>
    <w:rsid w:val="00A70B39"/>
    <w:rsid w:val="00A70DF1"/>
    <w:rsid w:val="00A715D9"/>
    <w:rsid w:val="00A71F1B"/>
    <w:rsid w:val="00A73700"/>
    <w:rsid w:val="00A73AB6"/>
    <w:rsid w:val="00A77435"/>
    <w:rsid w:val="00A80C4B"/>
    <w:rsid w:val="00A9198B"/>
    <w:rsid w:val="00A925CD"/>
    <w:rsid w:val="00A93C8E"/>
    <w:rsid w:val="00A9493D"/>
    <w:rsid w:val="00A94B4F"/>
    <w:rsid w:val="00A94D20"/>
    <w:rsid w:val="00A95D4D"/>
    <w:rsid w:val="00A96AD3"/>
    <w:rsid w:val="00AA020A"/>
    <w:rsid w:val="00AA1788"/>
    <w:rsid w:val="00AA2C9E"/>
    <w:rsid w:val="00AA3D0C"/>
    <w:rsid w:val="00AA4C55"/>
    <w:rsid w:val="00AA4C68"/>
    <w:rsid w:val="00AA72E9"/>
    <w:rsid w:val="00AB194B"/>
    <w:rsid w:val="00AB6AFC"/>
    <w:rsid w:val="00AB77F8"/>
    <w:rsid w:val="00AC438C"/>
    <w:rsid w:val="00AC5CE0"/>
    <w:rsid w:val="00AC6298"/>
    <w:rsid w:val="00AC62DE"/>
    <w:rsid w:val="00AC6C75"/>
    <w:rsid w:val="00AC7B43"/>
    <w:rsid w:val="00AD1D51"/>
    <w:rsid w:val="00AD305D"/>
    <w:rsid w:val="00AD6C86"/>
    <w:rsid w:val="00AE0DE3"/>
    <w:rsid w:val="00AE3D4F"/>
    <w:rsid w:val="00AE5E1A"/>
    <w:rsid w:val="00AE5F18"/>
    <w:rsid w:val="00AE71CA"/>
    <w:rsid w:val="00AE751C"/>
    <w:rsid w:val="00AF1973"/>
    <w:rsid w:val="00AF29D7"/>
    <w:rsid w:val="00AF2CB1"/>
    <w:rsid w:val="00AF45EA"/>
    <w:rsid w:val="00AF4E1B"/>
    <w:rsid w:val="00AF74CA"/>
    <w:rsid w:val="00B0024F"/>
    <w:rsid w:val="00B01836"/>
    <w:rsid w:val="00B01DAD"/>
    <w:rsid w:val="00B0329D"/>
    <w:rsid w:val="00B04262"/>
    <w:rsid w:val="00B04AA3"/>
    <w:rsid w:val="00B05BFF"/>
    <w:rsid w:val="00B06513"/>
    <w:rsid w:val="00B068C7"/>
    <w:rsid w:val="00B068CB"/>
    <w:rsid w:val="00B07B3E"/>
    <w:rsid w:val="00B1033C"/>
    <w:rsid w:val="00B11411"/>
    <w:rsid w:val="00B14D73"/>
    <w:rsid w:val="00B24585"/>
    <w:rsid w:val="00B271AA"/>
    <w:rsid w:val="00B277FD"/>
    <w:rsid w:val="00B27A61"/>
    <w:rsid w:val="00B27CB2"/>
    <w:rsid w:val="00B31B70"/>
    <w:rsid w:val="00B35A77"/>
    <w:rsid w:val="00B365AA"/>
    <w:rsid w:val="00B36D45"/>
    <w:rsid w:val="00B434F7"/>
    <w:rsid w:val="00B436F8"/>
    <w:rsid w:val="00B43AEC"/>
    <w:rsid w:val="00B50BAD"/>
    <w:rsid w:val="00B5153A"/>
    <w:rsid w:val="00B53B68"/>
    <w:rsid w:val="00B61AF4"/>
    <w:rsid w:val="00B633E3"/>
    <w:rsid w:val="00B661D9"/>
    <w:rsid w:val="00B66B0F"/>
    <w:rsid w:val="00B679D2"/>
    <w:rsid w:val="00B710CD"/>
    <w:rsid w:val="00B8042F"/>
    <w:rsid w:val="00B81AD5"/>
    <w:rsid w:val="00B81DB0"/>
    <w:rsid w:val="00B82662"/>
    <w:rsid w:val="00B8554F"/>
    <w:rsid w:val="00B86370"/>
    <w:rsid w:val="00B874E6"/>
    <w:rsid w:val="00B90EAC"/>
    <w:rsid w:val="00B93030"/>
    <w:rsid w:val="00B93FCB"/>
    <w:rsid w:val="00B97E8F"/>
    <w:rsid w:val="00BA137F"/>
    <w:rsid w:val="00BA201E"/>
    <w:rsid w:val="00BA368A"/>
    <w:rsid w:val="00BB28F0"/>
    <w:rsid w:val="00BB328E"/>
    <w:rsid w:val="00BB5D21"/>
    <w:rsid w:val="00BB7FA9"/>
    <w:rsid w:val="00BC214D"/>
    <w:rsid w:val="00BC3EA8"/>
    <w:rsid w:val="00BC444A"/>
    <w:rsid w:val="00BC70E3"/>
    <w:rsid w:val="00BD05BD"/>
    <w:rsid w:val="00BD1A09"/>
    <w:rsid w:val="00BD251E"/>
    <w:rsid w:val="00BD3384"/>
    <w:rsid w:val="00BD4B42"/>
    <w:rsid w:val="00BE1A23"/>
    <w:rsid w:val="00BE3E09"/>
    <w:rsid w:val="00BE6204"/>
    <w:rsid w:val="00BE7C7C"/>
    <w:rsid w:val="00BF06FF"/>
    <w:rsid w:val="00BF0D22"/>
    <w:rsid w:val="00BF16A9"/>
    <w:rsid w:val="00BF278B"/>
    <w:rsid w:val="00BF27B6"/>
    <w:rsid w:val="00BF6FB8"/>
    <w:rsid w:val="00C0061B"/>
    <w:rsid w:val="00C01D03"/>
    <w:rsid w:val="00C01D6F"/>
    <w:rsid w:val="00C028E5"/>
    <w:rsid w:val="00C02A61"/>
    <w:rsid w:val="00C02FEC"/>
    <w:rsid w:val="00C0453C"/>
    <w:rsid w:val="00C04FC7"/>
    <w:rsid w:val="00C1312E"/>
    <w:rsid w:val="00C14EAF"/>
    <w:rsid w:val="00C16FFC"/>
    <w:rsid w:val="00C21EB1"/>
    <w:rsid w:val="00C31796"/>
    <w:rsid w:val="00C32906"/>
    <w:rsid w:val="00C42397"/>
    <w:rsid w:val="00C468D6"/>
    <w:rsid w:val="00C4774F"/>
    <w:rsid w:val="00C50A8D"/>
    <w:rsid w:val="00C537DC"/>
    <w:rsid w:val="00C54342"/>
    <w:rsid w:val="00C54F8D"/>
    <w:rsid w:val="00C563A5"/>
    <w:rsid w:val="00C63E6D"/>
    <w:rsid w:val="00C64CE1"/>
    <w:rsid w:val="00C70A94"/>
    <w:rsid w:val="00C71041"/>
    <w:rsid w:val="00C7403D"/>
    <w:rsid w:val="00C753AA"/>
    <w:rsid w:val="00C76BA0"/>
    <w:rsid w:val="00C834E2"/>
    <w:rsid w:val="00C850EE"/>
    <w:rsid w:val="00C865D8"/>
    <w:rsid w:val="00C90FFF"/>
    <w:rsid w:val="00C9250E"/>
    <w:rsid w:val="00C9798D"/>
    <w:rsid w:val="00CA0229"/>
    <w:rsid w:val="00CA1266"/>
    <w:rsid w:val="00CA5720"/>
    <w:rsid w:val="00CA5F23"/>
    <w:rsid w:val="00CA7B4E"/>
    <w:rsid w:val="00CB03F7"/>
    <w:rsid w:val="00CB394B"/>
    <w:rsid w:val="00CB3DA7"/>
    <w:rsid w:val="00CB4D33"/>
    <w:rsid w:val="00CB6112"/>
    <w:rsid w:val="00CC0028"/>
    <w:rsid w:val="00CC2A8A"/>
    <w:rsid w:val="00CC772C"/>
    <w:rsid w:val="00CD0AC9"/>
    <w:rsid w:val="00CD12A9"/>
    <w:rsid w:val="00CD1EA1"/>
    <w:rsid w:val="00CD24E5"/>
    <w:rsid w:val="00CD343B"/>
    <w:rsid w:val="00CE272D"/>
    <w:rsid w:val="00CE3A5F"/>
    <w:rsid w:val="00CF1588"/>
    <w:rsid w:val="00CF2C83"/>
    <w:rsid w:val="00CF4898"/>
    <w:rsid w:val="00CF4B55"/>
    <w:rsid w:val="00CF54E5"/>
    <w:rsid w:val="00CF6B43"/>
    <w:rsid w:val="00D01F81"/>
    <w:rsid w:val="00D02E08"/>
    <w:rsid w:val="00D062A0"/>
    <w:rsid w:val="00D10BFD"/>
    <w:rsid w:val="00D10D37"/>
    <w:rsid w:val="00D11885"/>
    <w:rsid w:val="00D13067"/>
    <w:rsid w:val="00D133D3"/>
    <w:rsid w:val="00D13695"/>
    <w:rsid w:val="00D14712"/>
    <w:rsid w:val="00D1658C"/>
    <w:rsid w:val="00D1728B"/>
    <w:rsid w:val="00D213F3"/>
    <w:rsid w:val="00D21AB5"/>
    <w:rsid w:val="00D21DB0"/>
    <w:rsid w:val="00D23351"/>
    <w:rsid w:val="00D25190"/>
    <w:rsid w:val="00D27591"/>
    <w:rsid w:val="00D27758"/>
    <w:rsid w:val="00D3179E"/>
    <w:rsid w:val="00D3676D"/>
    <w:rsid w:val="00D37142"/>
    <w:rsid w:val="00D37296"/>
    <w:rsid w:val="00D42307"/>
    <w:rsid w:val="00D42D05"/>
    <w:rsid w:val="00D45DCB"/>
    <w:rsid w:val="00D4740A"/>
    <w:rsid w:val="00D47B8B"/>
    <w:rsid w:val="00D50E4D"/>
    <w:rsid w:val="00D511D9"/>
    <w:rsid w:val="00D5313A"/>
    <w:rsid w:val="00D54CED"/>
    <w:rsid w:val="00D54EAF"/>
    <w:rsid w:val="00D56727"/>
    <w:rsid w:val="00D61A17"/>
    <w:rsid w:val="00D66D06"/>
    <w:rsid w:val="00D67B0D"/>
    <w:rsid w:val="00D7302B"/>
    <w:rsid w:val="00D767C3"/>
    <w:rsid w:val="00D809E8"/>
    <w:rsid w:val="00D814F9"/>
    <w:rsid w:val="00D83707"/>
    <w:rsid w:val="00D83CA9"/>
    <w:rsid w:val="00D850DC"/>
    <w:rsid w:val="00D8704D"/>
    <w:rsid w:val="00D90348"/>
    <w:rsid w:val="00D91972"/>
    <w:rsid w:val="00D9237A"/>
    <w:rsid w:val="00D93215"/>
    <w:rsid w:val="00D9331E"/>
    <w:rsid w:val="00D944D8"/>
    <w:rsid w:val="00D9551A"/>
    <w:rsid w:val="00D9660F"/>
    <w:rsid w:val="00D973F5"/>
    <w:rsid w:val="00D97602"/>
    <w:rsid w:val="00DA186B"/>
    <w:rsid w:val="00DA3C2F"/>
    <w:rsid w:val="00DA523D"/>
    <w:rsid w:val="00DA615C"/>
    <w:rsid w:val="00DA6681"/>
    <w:rsid w:val="00DA6973"/>
    <w:rsid w:val="00DA7CB6"/>
    <w:rsid w:val="00DC182C"/>
    <w:rsid w:val="00DC38F5"/>
    <w:rsid w:val="00DC4AB6"/>
    <w:rsid w:val="00DC7412"/>
    <w:rsid w:val="00DD07B8"/>
    <w:rsid w:val="00DD34A1"/>
    <w:rsid w:val="00DD7B42"/>
    <w:rsid w:val="00DD7C85"/>
    <w:rsid w:val="00DE134B"/>
    <w:rsid w:val="00DE13D1"/>
    <w:rsid w:val="00DE5B11"/>
    <w:rsid w:val="00DE6742"/>
    <w:rsid w:val="00DF2910"/>
    <w:rsid w:val="00DF2A82"/>
    <w:rsid w:val="00DF548C"/>
    <w:rsid w:val="00E00738"/>
    <w:rsid w:val="00E02067"/>
    <w:rsid w:val="00E06ECB"/>
    <w:rsid w:val="00E079F9"/>
    <w:rsid w:val="00E13DEB"/>
    <w:rsid w:val="00E1435F"/>
    <w:rsid w:val="00E1585F"/>
    <w:rsid w:val="00E26414"/>
    <w:rsid w:val="00E27716"/>
    <w:rsid w:val="00E30254"/>
    <w:rsid w:val="00E3233B"/>
    <w:rsid w:val="00E32C90"/>
    <w:rsid w:val="00E35FAF"/>
    <w:rsid w:val="00E373EF"/>
    <w:rsid w:val="00E37F68"/>
    <w:rsid w:val="00E43EE1"/>
    <w:rsid w:val="00E45621"/>
    <w:rsid w:val="00E50635"/>
    <w:rsid w:val="00E51E79"/>
    <w:rsid w:val="00E5357F"/>
    <w:rsid w:val="00E54A28"/>
    <w:rsid w:val="00E5672A"/>
    <w:rsid w:val="00E57819"/>
    <w:rsid w:val="00E5784A"/>
    <w:rsid w:val="00E610A3"/>
    <w:rsid w:val="00E61ACE"/>
    <w:rsid w:val="00E61F98"/>
    <w:rsid w:val="00E64338"/>
    <w:rsid w:val="00E64B0B"/>
    <w:rsid w:val="00E64FC2"/>
    <w:rsid w:val="00E67959"/>
    <w:rsid w:val="00E740FB"/>
    <w:rsid w:val="00E74318"/>
    <w:rsid w:val="00E75586"/>
    <w:rsid w:val="00E83839"/>
    <w:rsid w:val="00E84171"/>
    <w:rsid w:val="00E876F2"/>
    <w:rsid w:val="00E90C81"/>
    <w:rsid w:val="00E94969"/>
    <w:rsid w:val="00E963E1"/>
    <w:rsid w:val="00EA19C1"/>
    <w:rsid w:val="00EA4FCA"/>
    <w:rsid w:val="00EA5D87"/>
    <w:rsid w:val="00EA6A3F"/>
    <w:rsid w:val="00EB0461"/>
    <w:rsid w:val="00EB0796"/>
    <w:rsid w:val="00EB0DAB"/>
    <w:rsid w:val="00EB2E6F"/>
    <w:rsid w:val="00EB3516"/>
    <w:rsid w:val="00EB4E80"/>
    <w:rsid w:val="00EB6225"/>
    <w:rsid w:val="00EB65C8"/>
    <w:rsid w:val="00EC0A7F"/>
    <w:rsid w:val="00EC646D"/>
    <w:rsid w:val="00EC7423"/>
    <w:rsid w:val="00ED1AF8"/>
    <w:rsid w:val="00ED779C"/>
    <w:rsid w:val="00ED7AA7"/>
    <w:rsid w:val="00EE07FA"/>
    <w:rsid w:val="00EE1EF4"/>
    <w:rsid w:val="00EE20D7"/>
    <w:rsid w:val="00EE5704"/>
    <w:rsid w:val="00EF0112"/>
    <w:rsid w:val="00EF44BC"/>
    <w:rsid w:val="00EF5532"/>
    <w:rsid w:val="00EF5C0F"/>
    <w:rsid w:val="00F022B1"/>
    <w:rsid w:val="00F022F3"/>
    <w:rsid w:val="00F05005"/>
    <w:rsid w:val="00F11E3E"/>
    <w:rsid w:val="00F13FE2"/>
    <w:rsid w:val="00F168F4"/>
    <w:rsid w:val="00F200A1"/>
    <w:rsid w:val="00F22226"/>
    <w:rsid w:val="00F23E77"/>
    <w:rsid w:val="00F24385"/>
    <w:rsid w:val="00F30703"/>
    <w:rsid w:val="00F32C71"/>
    <w:rsid w:val="00F3302A"/>
    <w:rsid w:val="00F4390D"/>
    <w:rsid w:val="00F43A19"/>
    <w:rsid w:val="00F43D84"/>
    <w:rsid w:val="00F44718"/>
    <w:rsid w:val="00F458D0"/>
    <w:rsid w:val="00F46E2F"/>
    <w:rsid w:val="00F50D84"/>
    <w:rsid w:val="00F52C46"/>
    <w:rsid w:val="00F53183"/>
    <w:rsid w:val="00F53641"/>
    <w:rsid w:val="00F5477A"/>
    <w:rsid w:val="00F5587A"/>
    <w:rsid w:val="00F63A31"/>
    <w:rsid w:val="00F63BE7"/>
    <w:rsid w:val="00F64E39"/>
    <w:rsid w:val="00F64F13"/>
    <w:rsid w:val="00F65236"/>
    <w:rsid w:val="00F76695"/>
    <w:rsid w:val="00F8087A"/>
    <w:rsid w:val="00F8178E"/>
    <w:rsid w:val="00F82103"/>
    <w:rsid w:val="00F82A20"/>
    <w:rsid w:val="00F8594A"/>
    <w:rsid w:val="00F918A6"/>
    <w:rsid w:val="00F94244"/>
    <w:rsid w:val="00F945E3"/>
    <w:rsid w:val="00F96440"/>
    <w:rsid w:val="00F9778F"/>
    <w:rsid w:val="00FA2749"/>
    <w:rsid w:val="00FA5BF5"/>
    <w:rsid w:val="00FB04C9"/>
    <w:rsid w:val="00FB383E"/>
    <w:rsid w:val="00FB5797"/>
    <w:rsid w:val="00FB79AF"/>
    <w:rsid w:val="00FB79CF"/>
    <w:rsid w:val="00FC1BAD"/>
    <w:rsid w:val="00FC4DC8"/>
    <w:rsid w:val="00FC5D4F"/>
    <w:rsid w:val="00FC6263"/>
    <w:rsid w:val="00FD1544"/>
    <w:rsid w:val="00FD3255"/>
    <w:rsid w:val="00FD4A64"/>
    <w:rsid w:val="00FD7995"/>
    <w:rsid w:val="00FE049C"/>
    <w:rsid w:val="00FE2684"/>
    <w:rsid w:val="00FE3AD6"/>
    <w:rsid w:val="00FE42D2"/>
    <w:rsid w:val="00FE6604"/>
    <w:rsid w:val="00FE77C2"/>
    <w:rsid w:val="00FF15F9"/>
    <w:rsid w:val="00FF1CAE"/>
    <w:rsid w:val="00FF1E88"/>
    <w:rsid w:val="00FF2E1E"/>
    <w:rsid w:val="00FF308B"/>
    <w:rsid w:val="00FF3622"/>
    <w:rsid w:val="00FF4241"/>
    <w:rsid w:val="00FF4298"/>
    <w:rsid w:val="00FF4EDD"/>
    <w:rsid w:val="00FF589D"/>
    <w:rsid w:val="00FF5C11"/>
    <w:rsid w:val="00FF716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775DFA6"/>
  <w15:docId w15:val="{1BD38C99-D776-46F5-A17C-D03146C51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Verdana" w:hAnsi="Verdana"/>
    </w:rPr>
  </w:style>
  <w:style w:type="paragraph" w:styleId="berschrift1">
    <w:name w:val="heading 1"/>
    <w:basedOn w:val="Standard"/>
    <w:next w:val="Standard"/>
    <w:link w:val="berschrift1Zchn"/>
    <w:qFormat/>
    <w:rsid w:val="008B44CD"/>
    <w:pPr>
      <w:keepNext/>
      <w:outlineLvl w:val="0"/>
    </w:pPr>
    <w:rPr>
      <w:rFonts w:ascii="OfficinaSans" w:hAnsi="OfficinaSans"/>
      <w:i/>
    </w:rPr>
  </w:style>
  <w:style w:type="paragraph" w:styleId="berschrift3">
    <w:name w:val="heading 3"/>
    <w:basedOn w:val="Standard"/>
    <w:next w:val="Standard"/>
    <w:link w:val="berschrift3Zchn"/>
    <w:semiHidden/>
    <w:unhideWhenUsed/>
    <w:qFormat/>
    <w:rsid w:val="00EF44BC"/>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31FAE"/>
    <w:pPr>
      <w:tabs>
        <w:tab w:val="center" w:pos="4536"/>
        <w:tab w:val="right" w:pos="9072"/>
      </w:tabs>
    </w:pPr>
  </w:style>
  <w:style w:type="paragraph" w:styleId="Fuzeile">
    <w:name w:val="footer"/>
    <w:basedOn w:val="Standard"/>
    <w:link w:val="FuzeileZchn"/>
    <w:uiPriority w:val="99"/>
    <w:rsid w:val="00231FAE"/>
    <w:pPr>
      <w:tabs>
        <w:tab w:val="center" w:pos="4536"/>
        <w:tab w:val="right" w:pos="9072"/>
      </w:tabs>
    </w:pPr>
  </w:style>
  <w:style w:type="paragraph" w:styleId="Sprechblasentext">
    <w:name w:val="Balloon Text"/>
    <w:basedOn w:val="Standard"/>
    <w:semiHidden/>
    <w:rsid w:val="00EB0461"/>
    <w:rPr>
      <w:rFonts w:ascii="Tahoma" w:hAnsi="Tahoma" w:cs="Tahoma"/>
      <w:sz w:val="16"/>
      <w:szCs w:val="16"/>
    </w:rPr>
  </w:style>
  <w:style w:type="character" w:customStyle="1" w:styleId="KopfzeileZchn">
    <w:name w:val="Kopfzeile Zchn"/>
    <w:link w:val="Kopfzeile"/>
    <w:uiPriority w:val="99"/>
    <w:rsid w:val="008B44CD"/>
    <w:rPr>
      <w:rFonts w:ascii="Verdana" w:hAnsi="Verdana"/>
    </w:rPr>
  </w:style>
  <w:style w:type="paragraph" w:customStyle="1" w:styleId="DALLMERUnivers">
    <w:name w:val="DALLMER Univers"/>
    <w:basedOn w:val="Standard"/>
    <w:link w:val="DALLMERUniversZchn"/>
    <w:autoRedefine/>
    <w:qFormat/>
    <w:rsid w:val="00245BAF"/>
    <w:pPr>
      <w:spacing w:line="230" w:lineRule="exact"/>
      <w:ind w:left="284" w:hanging="284"/>
    </w:pPr>
    <w:rPr>
      <w:rFonts w:ascii="Univers Com 47 Light Cond" w:eastAsia="Calibri" w:hAnsi="Univers Com 47 Light Cond"/>
      <w:color w:val="000000"/>
      <w:spacing w:val="4"/>
      <w:sz w:val="16"/>
      <w:szCs w:val="16"/>
      <w:lang w:eastAsia="en-US"/>
    </w:rPr>
  </w:style>
  <w:style w:type="character" w:customStyle="1" w:styleId="DALLMERUniversZchn">
    <w:name w:val="DALLMER Univers Zchn"/>
    <w:link w:val="DALLMERUnivers"/>
    <w:rsid w:val="00245BAF"/>
    <w:rPr>
      <w:rFonts w:ascii="Univers Com 47 Light Cond" w:eastAsia="Calibri" w:hAnsi="Univers Com 47 Light Cond"/>
      <w:color w:val="000000"/>
      <w:spacing w:val="4"/>
      <w:sz w:val="16"/>
      <w:szCs w:val="16"/>
      <w:lang w:eastAsia="en-US"/>
    </w:rPr>
  </w:style>
  <w:style w:type="character" w:customStyle="1" w:styleId="berschrift1Zchn">
    <w:name w:val="Überschrift 1 Zchn"/>
    <w:link w:val="berschrift1"/>
    <w:rsid w:val="008B44CD"/>
    <w:rPr>
      <w:rFonts w:ascii="OfficinaSans" w:hAnsi="OfficinaSans"/>
      <w:i/>
    </w:rPr>
  </w:style>
  <w:style w:type="paragraph" w:customStyle="1" w:styleId="Anschrift">
    <w:name w:val="Anschrift"/>
    <w:rsid w:val="008B44CD"/>
    <w:rPr>
      <w:rFonts w:ascii="Arial" w:hAnsi="Arial"/>
    </w:rPr>
  </w:style>
  <w:style w:type="paragraph" w:customStyle="1" w:styleId="DallmerOrtsfeld8115">
    <w:name w:val="Dallmer Ortsfeld 8/11_5"/>
    <w:basedOn w:val="DALLMERUnivers"/>
    <w:link w:val="DallmerOrtsfeld8115Zchn"/>
    <w:qFormat/>
    <w:rsid w:val="008B44CD"/>
    <w:pPr>
      <w:ind w:left="0"/>
    </w:pPr>
  </w:style>
  <w:style w:type="character" w:customStyle="1" w:styleId="DallmerOrtsfeld8115Zchn">
    <w:name w:val="Dallmer Ortsfeld 8/11_5 Zchn"/>
    <w:link w:val="DallmerOrtsfeld8115"/>
    <w:rsid w:val="008B44CD"/>
    <w:rPr>
      <w:rFonts w:ascii="Univers Com 47 Light Cond" w:eastAsia="Calibri" w:hAnsi="Univers Com 47 Light Cond"/>
      <w:color w:val="000000"/>
      <w:sz w:val="16"/>
      <w:szCs w:val="18"/>
      <w:lang w:eastAsia="en-US"/>
    </w:rPr>
  </w:style>
  <w:style w:type="character" w:styleId="Hyperlink">
    <w:name w:val="Hyperlink"/>
    <w:basedOn w:val="Absatz-Standardschriftart"/>
    <w:uiPriority w:val="99"/>
    <w:unhideWhenUsed/>
    <w:rsid w:val="00B93FCB"/>
    <w:rPr>
      <w:color w:val="0000FF"/>
      <w:u w:val="single"/>
    </w:rPr>
  </w:style>
  <w:style w:type="character" w:customStyle="1" w:styleId="FuzeileZchn">
    <w:name w:val="Fußzeile Zchn"/>
    <w:basedOn w:val="Absatz-Standardschriftart"/>
    <w:link w:val="Fuzeile"/>
    <w:uiPriority w:val="99"/>
    <w:rsid w:val="00FF1E88"/>
    <w:rPr>
      <w:rFonts w:ascii="Verdana" w:hAnsi="Verdana"/>
    </w:rPr>
  </w:style>
  <w:style w:type="paragraph" w:customStyle="1" w:styleId="Formatvorlage1">
    <w:name w:val="Formatvorlage1"/>
    <w:basedOn w:val="Fuzeile"/>
    <w:link w:val="Formatvorlage1Zchn"/>
    <w:qFormat/>
    <w:rsid w:val="00B14D73"/>
    <w:pPr>
      <w:framePr w:wrap="around" w:vAnchor="page" w:hAnchor="text" w:y="1" w:anchorLock="1"/>
    </w:pPr>
    <w:rPr>
      <w:rFonts w:ascii="Univers Com 47 Light Cond" w:eastAsia="Calibri" w:hAnsi="Univers Com 47 Light Cond"/>
      <w:color w:val="000000"/>
      <w:spacing w:val="2"/>
      <w:sz w:val="16"/>
      <w:szCs w:val="16"/>
    </w:rPr>
  </w:style>
  <w:style w:type="paragraph" w:customStyle="1" w:styleId="Formatvorlage2">
    <w:name w:val="Formatvorlage2"/>
    <w:basedOn w:val="Fuzeile"/>
    <w:link w:val="Formatvorlage2Zchn"/>
    <w:qFormat/>
    <w:rsid w:val="00B14D73"/>
    <w:pPr>
      <w:framePr w:wrap="around" w:vAnchor="page" w:hAnchor="text" w:y="1"/>
    </w:pPr>
    <w:rPr>
      <w:noProof/>
    </w:rPr>
  </w:style>
  <w:style w:type="character" w:customStyle="1" w:styleId="Formatvorlage1Zchn">
    <w:name w:val="Formatvorlage1 Zchn"/>
    <w:basedOn w:val="FuzeileZchn"/>
    <w:link w:val="Formatvorlage1"/>
    <w:rsid w:val="00B14D73"/>
    <w:rPr>
      <w:rFonts w:ascii="Univers Com 47 Light Cond" w:eastAsia="Calibri" w:hAnsi="Univers Com 47 Light Cond"/>
      <w:color w:val="000000"/>
      <w:spacing w:val="2"/>
      <w:sz w:val="16"/>
      <w:szCs w:val="16"/>
    </w:rPr>
  </w:style>
  <w:style w:type="paragraph" w:customStyle="1" w:styleId="Formatvorlage3">
    <w:name w:val="Formatvorlage3"/>
    <w:basedOn w:val="Formatvorlage2"/>
    <w:link w:val="Formatvorlage3Zchn"/>
    <w:qFormat/>
    <w:rsid w:val="00B14D73"/>
    <w:pPr>
      <w:framePr w:wrap="auto" w:vAnchor="margin" w:yAlign="inline"/>
    </w:pPr>
    <w:rPr>
      <w:rFonts w:ascii="Univers Com 47 Light Cond" w:eastAsia="Calibri" w:hAnsi="Univers Com 47 Light Cond"/>
      <w:sz w:val="16"/>
      <w:szCs w:val="16"/>
    </w:rPr>
  </w:style>
  <w:style w:type="character" w:customStyle="1" w:styleId="Formatvorlage2Zchn">
    <w:name w:val="Formatvorlage2 Zchn"/>
    <w:basedOn w:val="FuzeileZchn"/>
    <w:link w:val="Formatvorlage2"/>
    <w:rsid w:val="00B14D73"/>
    <w:rPr>
      <w:rFonts w:ascii="Verdana" w:hAnsi="Verdana"/>
      <w:noProof/>
    </w:rPr>
  </w:style>
  <w:style w:type="character" w:customStyle="1" w:styleId="Formatvorlage3Zchn">
    <w:name w:val="Formatvorlage3 Zchn"/>
    <w:basedOn w:val="Formatvorlage2Zchn"/>
    <w:link w:val="Formatvorlage3"/>
    <w:rsid w:val="00B14D73"/>
    <w:rPr>
      <w:rFonts w:ascii="Univers Com 47 Light Cond" w:eastAsia="Calibri" w:hAnsi="Univers Com 47 Light Cond"/>
      <w:noProof/>
      <w:sz w:val="16"/>
      <w:szCs w:val="16"/>
    </w:rPr>
  </w:style>
  <w:style w:type="character" w:customStyle="1" w:styleId="Erwhnung1">
    <w:name w:val="Erwähnung1"/>
    <w:basedOn w:val="Absatz-Standardschriftart"/>
    <w:uiPriority w:val="99"/>
    <w:semiHidden/>
    <w:unhideWhenUsed/>
    <w:rsid w:val="00835607"/>
    <w:rPr>
      <w:color w:val="2B579A"/>
      <w:shd w:val="clear" w:color="auto" w:fill="E6E6E6"/>
    </w:rPr>
  </w:style>
  <w:style w:type="character" w:customStyle="1" w:styleId="NichtaufgelsteErwhnung1">
    <w:name w:val="Nicht aufgelöste Erwähnung1"/>
    <w:basedOn w:val="Absatz-Standardschriftart"/>
    <w:uiPriority w:val="99"/>
    <w:semiHidden/>
    <w:unhideWhenUsed/>
    <w:rsid w:val="007500CA"/>
    <w:rPr>
      <w:color w:val="605E5C"/>
      <w:shd w:val="clear" w:color="auto" w:fill="E1DFDD"/>
    </w:rPr>
  </w:style>
  <w:style w:type="character" w:customStyle="1" w:styleId="berschrift3Zchn">
    <w:name w:val="Überschrift 3 Zchn"/>
    <w:basedOn w:val="Absatz-Standardschriftart"/>
    <w:link w:val="berschrift3"/>
    <w:semiHidden/>
    <w:rsid w:val="00EF44BC"/>
    <w:rPr>
      <w:rFonts w:asciiTheme="majorHAnsi" w:eastAsiaTheme="majorEastAsia" w:hAnsiTheme="majorHAnsi" w:cstheme="majorBidi"/>
      <w:color w:val="1F4D78" w:themeColor="accent1" w:themeShade="7F"/>
      <w:sz w:val="24"/>
      <w:szCs w:val="24"/>
    </w:rPr>
  </w:style>
  <w:style w:type="paragraph" w:customStyle="1" w:styleId="Headline">
    <w:name w:val="Headline"/>
    <w:basedOn w:val="Standard"/>
    <w:qFormat/>
    <w:rsid w:val="00F5477A"/>
    <w:pPr>
      <w:spacing w:after="60" w:line="280" w:lineRule="exact"/>
    </w:pPr>
    <w:rPr>
      <w:rFonts w:ascii="Univers LT Std 47 Light Condens" w:hAnsi="Univers LT Std 47 Light Condens"/>
      <w:noProof/>
      <w:spacing w:val="6"/>
      <w:u w:val="single"/>
    </w:rPr>
  </w:style>
  <w:style w:type="paragraph" w:customStyle="1" w:styleId="Copytext">
    <w:name w:val="Copytext"/>
    <w:basedOn w:val="Standard"/>
    <w:qFormat/>
    <w:rsid w:val="00F5477A"/>
    <w:pPr>
      <w:spacing w:line="280" w:lineRule="exact"/>
    </w:pPr>
    <w:rPr>
      <w:rFonts w:ascii="Univers LT Std 47 Light Condens" w:hAnsi="Univers LT Std 47 Light Condens"/>
      <w:noProof/>
      <w:spacing w:val="6"/>
      <w:lang w:val="en-US"/>
    </w:rPr>
  </w:style>
  <w:style w:type="character" w:styleId="Kommentarzeichen">
    <w:name w:val="annotation reference"/>
    <w:basedOn w:val="Absatz-Standardschriftart"/>
    <w:rsid w:val="00F94244"/>
    <w:rPr>
      <w:sz w:val="16"/>
      <w:szCs w:val="16"/>
    </w:rPr>
  </w:style>
  <w:style w:type="paragraph" w:styleId="Kommentartext">
    <w:name w:val="annotation text"/>
    <w:basedOn w:val="Standard"/>
    <w:link w:val="KommentartextZchn"/>
    <w:rsid w:val="00F94244"/>
  </w:style>
  <w:style w:type="character" w:customStyle="1" w:styleId="KommentartextZchn">
    <w:name w:val="Kommentartext Zchn"/>
    <w:basedOn w:val="Absatz-Standardschriftart"/>
    <w:link w:val="Kommentartext"/>
    <w:rsid w:val="00F94244"/>
    <w:rPr>
      <w:rFonts w:ascii="Verdana" w:hAnsi="Verdana"/>
    </w:rPr>
  </w:style>
  <w:style w:type="paragraph" w:styleId="Kommentarthema">
    <w:name w:val="annotation subject"/>
    <w:basedOn w:val="Kommentartext"/>
    <w:next w:val="Kommentartext"/>
    <w:link w:val="KommentarthemaZchn"/>
    <w:rsid w:val="00F94244"/>
    <w:rPr>
      <w:b/>
      <w:bCs/>
    </w:rPr>
  </w:style>
  <w:style w:type="character" w:customStyle="1" w:styleId="KommentarthemaZchn">
    <w:name w:val="Kommentarthema Zchn"/>
    <w:basedOn w:val="KommentartextZchn"/>
    <w:link w:val="Kommentarthema"/>
    <w:rsid w:val="00F94244"/>
    <w:rPr>
      <w:rFonts w:ascii="Verdana" w:hAnsi="Verdana"/>
      <w:b/>
      <w:bCs/>
    </w:rPr>
  </w:style>
  <w:style w:type="paragraph" w:styleId="Listenabsatz">
    <w:name w:val="List Paragraph"/>
    <w:basedOn w:val="Standard"/>
    <w:uiPriority w:val="34"/>
    <w:qFormat/>
    <w:rsid w:val="00BD3384"/>
    <w:pPr>
      <w:ind w:left="720"/>
      <w:contextualSpacing/>
    </w:pPr>
  </w:style>
  <w:style w:type="character" w:styleId="NichtaufgelsteErwhnung">
    <w:name w:val="Unresolved Mention"/>
    <w:basedOn w:val="Absatz-Standardschriftart"/>
    <w:uiPriority w:val="99"/>
    <w:semiHidden/>
    <w:unhideWhenUsed/>
    <w:rsid w:val="003D09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015172">
      <w:bodyDiv w:val="1"/>
      <w:marLeft w:val="0"/>
      <w:marRight w:val="0"/>
      <w:marTop w:val="0"/>
      <w:marBottom w:val="0"/>
      <w:divBdr>
        <w:top w:val="none" w:sz="0" w:space="0" w:color="auto"/>
        <w:left w:val="none" w:sz="0" w:space="0" w:color="auto"/>
        <w:bottom w:val="none" w:sz="0" w:space="0" w:color="auto"/>
        <w:right w:val="none" w:sz="0" w:space="0" w:color="auto"/>
      </w:divBdr>
    </w:div>
    <w:div w:id="362368303">
      <w:bodyDiv w:val="1"/>
      <w:marLeft w:val="0"/>
      <w:marRight w:val="0"/>
      <w:marTop w:val="0"/>
      <w:marBottom w:val="0"/>
      <w:divBdr>
        <w:top w:val="none" w:sz="0" w:space="0" w:color="auto"/>
        <w:left w:val="none" w:sz="0" w:space="0" w:color="auto"/>
        <w:bottom w:val="none" w:sz="0" w:space="0" w:color="auto"/>
        <w:right w:val="none" w:sz="0" w:space="0" w:color="auto"/>
      </w:divBdr>
    </w:div>
    <w:div w:id="421024799">
      <w:bodyDiv w:val="1"/>
      <w:marLeft w:val="0"/>
      <w:marRight w:val="0"/>
      <w:marTop w:val="0"/>
      <w:marBottom w:val="0"/>
      <w:divBdr>
        <w:top w:val="none" w:sz="0" w:space="0" w:color="auto"/>
        <w:left w:val="none" w:sz="0" w:space="0" w:color="auto"/>
        <w:bottom w:val="none" w:sz="0" w:space="0" w:color="auto"/>
        <w:right w:val="none" w:sz="0" w:space="0" w:color="auto"/>
      </w:divBdr>
    </w:div>
    <w:div w:id="591595700">
      <w:bodyDiv w:val="1"/>
      <w:marLeft w:val="0"/>
      <w:marRight w:val="0"/>
      <w:marTop w:val="0"/>
      <w:marBottom w:val="0"/>
      <w:divBdr>
        <w:top w:val="none" w:sz="0" w:space="0" w:color="auto"/>
        <w:left w:val="none" w:sz="0" w:space="0" w:color="auto"/>
        <w:bottom w:val="none" w:sz="0" w:space="0" w:color="auto"/>
        <w:right w:val="none" w:sz="0" w:space="0" w:color="auto"/>
      </w:divBdr>
    </w:div>
    <w:div w:id="1031761502">
      <w:bodyDiv w:val="1"/>
      <w:marLeft w:val="0"/>
      <w:marRight w:val="0"/>
      <w:marTop w:val="0"/>
      <w:marBottom w:val="0"/>
      <w:divBdr>
        <w:top w:val="none" w:sz="0" w:space="0" w:color="auto"/>
        <w:left w:val="none" w:sz="0" w:space="0" w:color="auto"/>
        <w:bottom w:val="none" w:sz="0" w:space="0" w:color="auto"/>
        <w:right w:val="none" w:sz="0" w:space="0" w:color="auto"/>
      </w:divBdr>
    </w:div>
    <w:div w:id="1287587181">
      <w:bodyDiv w:val="1"/>
      <w:marLeft w:val="0"/>
      <w:marRight w:val="0"/>
      <w:marTop w:val="0"/>
      <w:marBottom w:val="0"/>
      <w:divBdr>
        <w:top w:val="none" w:sz="0" w:space="0" w:color="auto"/>
        <w:left w:val="none" w:sz="0" w:space="0" w:color="auto"/>
        <w:bottom w:val="none" w:sz="0" w:space="0" w:color="auto"/>
        <w:right w:val="none" w:sz="0" w:space="0" w:color="auto"/>
      </w:divBdr>
    </w:div>
    <w:div w:id="1977635016">
      <w:bodyDiv w:val="1"/>
      <w:marLeft w:val="0"/>
      <w:marRight w:val="0"/>
      <w:marTop w:val="0"/>
      <w:marBottom w:val="0"/>
      <w:divBdr>
        <w:top w:val="none" w:sz="0" w:space="0" w:color="auto"/>
        <w:left w:val="none" w:sz="0" w:space="0" w:color="auto"/>
        <w:bottom w:val="none" w:sz="0" w:space="0" w:color="auto"/>
        <w:right w:val="none" w:sz="0" w:space="0" w:color="auto"/>
      </w:divBdr>
    </w:div>
    <w:div w:id="2012944753">
      <w:bodyDiv w:val="1"/>
      <w:marLeft w:val="0"/>
      <w:marRight w:val="0"/>
      <w:marTop w:val="0"/>
      <w:marBottom w:val="0"/>
      <w:divBdr>
        <w:top w:val="none" w:sz="0" w:space="0" w:color="auto"/>
        <w:left w:val="none" w:sz="0" w:space="0" w:color="auto"/>
        <w:bottom w:val="none" w:sz="0" w:space="0" w:color="auto"/>
        <w:right w:val="none" w:sz="0" w:space="0" w:color="auto"/>
      </w:divBdr>
    </w:div>
    <w:div w:id="201491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oesch\Desktop\2032_Presseinformation-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63B4CB-A979-4925-8D7A-42E84DC86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2032_Presseinformation-Vorlage.dotx</Template>
  <TotalTime>0</TotalTime>
  <Pages>1</Pages>
  <Words>336</Words>
  <Characters>1758</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Empfänger</vt:lpstr>
    </vt:vector>
  </TitlesOfParts>
  <Company>Dallmer GmbH + Co KG</Company>
  <LinksUpToDate>false</LinksUpToDate>
  <CharactersWithSpaces>2090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Empfänger</dc:title>
  <dc:subject/>
  <dc:creator>Sylvia Boesch</dc:creator>
  <cp:keywords>, docId:23CCEF73AB367ABDA472B0666085589D</cp:keywords>
  <cp:lastModifiedBy>Sylvia Boesch</cp:lastModifiedBy>
  <cp:revision>105</cp:revision>
  <cp:lastPrinted>2021-09-20T12:39:00Z</cp:lastPrinted>
  <dcterms:created xsi:type="dcterms:W3CDTF">2025-01-07T08:43:00Z</dcterms:created>
  <dcterms:modified xsi:type="dcterms:W3CDTF">2025-03-13T10:50:00Z</dcterms:modified>
</cp:coreProperties>
</file>